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/>
        <w:ind w:left="0" w:leftChars="0" w:firstLine="0" w:firstLineChars="0"/>
        <w:jc w:val="center"/>
        <w:textAlignment w:val="auto"/>
        <w:rPr>
          <w:rFonts w:hint="default" w:ascii="黑体" w:hAnsi="黑体" w:eastAsia="黑体" w:cs="黑体"/>
          <w:sz w:val="44"/>
          <w:szCs w:val="44"/>
          <w:lang w:val="en-US" w:eastAsia="zh-Hans"/>
        </w:rPr>
      </w:pPr>
      <w:bookmarkStart w:id="0" w:name="_Toc630639834"/>
      <w:r>
        <w:rPr>
          <w:rFonts w:hint="eastAsia" w:ascii="黑体" w:hAnsi="黑体" w:eastAsia="黑体" w:cs="黑体"/>
          <w:sz w:val="44"/>
          <w:szCs w:val="44"/>
          <w:lang w:val="en-US" w:eastAsia="zh-Hans"/>
        </w:rPr>
        <w:t>信息系统功能确认单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填表部门（盖章）：</w:t>
      </w:r>
    </w:p>
    <w:tbl>
      <w:tblPr>
        <w:tblStyle w:val="21"/>
        <w:tblW w:w="93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39"/>
        <w:gridCol w:w="142"/>
        <w:gridCol w:w="1701"/>
        <w:gridCol w:w="1134"/>
        <w:gridCol w:w="1559"/>
        <w:gridCol w:w="1276"/>
        <w:gridCol w:w="1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tblHeader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用户需求</w:t>
            </w: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用户意见</w:t>
            </w: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Lines="0" w:afterLines="0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□满足     □基本满足    □不满足</w:t>
            </w: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bookmarkStart w:id="1" w:name="_GoBack"/>
            <w:bookmarkEnd w:id="1"/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□满足     □基本满足    □不满足</w:t>
            </w: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□满足     □基本满足    □不满足</w:t>
            </w: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□满足     □基本满足    □不满足</w:t>
            </w: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278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8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16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是否已培训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是否可申验</w:t>
            </w:r>
          </w:p>
        </w:tc>
        <w:tc>
          <w:tcPr>
            <w:tcW w:w="315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934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用户补充意见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517" w:hRule="atLeast"/>
          <w:jc w:val="center"/>
        </w:trPr>
        <w:tc>
          <w:tcPr>
            <w:tcW w:w="934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0" w:hRule="atLeast"/>
          <w:jc w:val="center"/>
        </w:trPr>
        <w:tc>
          <w:tcPr>
            <w:tcW w:w="179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用户签字：</w:t>
            </w:r>
          </w:p>
        </w:tc>
        <w:tc>
          <w:tcPr>
            <w:tcW w:w="75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0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00" w:lineRule="auto"/>
        <w:ind w:firstLine="0" w:firstLineChars="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5" w:type="default"/>
      <w:footerReference r:id="rId6" w:type="default"/>
      <w:pgSz w:w="11907" w:h="16840"/>
      <w:pgMar w:top="1417" w:right="1417" w:bottom="567" w:left="1417" w:header="851" w:footer="385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default"/>
    <w:sig w:usb0="00000000" w:usb1="00000000" w:usb2="00000000" w:usb3="00000000" w:csb0="00160000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Century Schoolbook">
    <w:altName w:val="苹方-简"/>
    <w:panose1 w:val="02040604050505020304"/>
    <w:charset w:val="00"/>
    <w:family w:val="roman"/>
    <w:pitch w:val="default"/>
    <w:sig w:usb0="00000000" w:usb1="00000000" w:usb2="00000000" w:usb3="00000000" w:csb0="2000009F" w:csb1="DFD7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PingFang SC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Tahoma">
    <w:panose1 w:val="020B0604030504040204"/>
    <w:charset w:val="00"/>
    <w:family w:val="auto"/>
    <w:pitch w:val="default"/>
    <w:sig w:usb0="00000000" w:usb1="00000000" w:usb2="00000000" w:usb3="00000000" w:csb0="0000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蘋果儷中黑">
    <w:panose1 w:val="00000000000000000000"/>
    <w:charset w:val="86"/>
    <w:family w:val="auto"/>
    <w:pitch w:val="default"/>
    <w:sig w:usb0="00000000" w:usb1="00000000" w:usb2="00000000" w:usb3="00000000" w:csb0="0014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spacing w:before="72" w:after="72"/>
      <w:ind w:firstLine="0" w:firstLineChars="0"/>
      <w:jc w:val="center"/>
    </w:pPr>
    <w:r>
      <w:rPr>
        <w:sz w:val="18"/>
      </w:rPr>
      <w:pict>
        <v:shape id="_x0000_s4099" o:spid="_x0000_s4099" o:spt="202" type="#_x0000_t202" style="position:absolute;left:0pt;margin-top:0pt;height:144pt;width:47.75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15"/>
                  <w:keepNext w:val="0"/>
                  <w:keepLines w:val="0"/>
                  <w:pageBreakBefore w:val="0"/>
                  <w:widowControl w:val="0"/>
                  <w:tabs>
                    <w:tab w:val="left" w:pos="210"/>
                  </w:tabs>
                  <w:kinsoku/>
                  <w:wordWrap/>
                  <w:overflowPunct/>
                  <w:topLinePunct w:val="0"/>
                  <w:autoSpaceDE/>
                  <w:autoSpaceDN/>
                  <w:bidi w:val="0"/>
                  <w:adjustRightInd/>
                  <w:snapToGrid w:val="0"/>
                  <w:spacing w:beforeLines="0" w:afterLines="0" w:line="240" w:lineRule="auto"/>
                  <w:ind w:firstLine="0" w:firstLineChars="0"/>
                  <w:textAlignment w:val="auto"/>
                  <w:rPr>
                    <w:rFonts w:hint="eastAsia" w:ascii="宋体" w:hAnsi="宋体" w:eastAsia="宋体" w:cs="宋体"/>
                    <w:sz w:val="21"/>
                    <w:szCs w:val="21"/>
                  </w:rPr>
                </w:pP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 xml:space="preserve">—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separate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>3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fldChar w:fldCharType="end"/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</w:rPr>
                  <w:t xml:space="preserve"> </w:t>
                </w:r>
                <w:r>
                  <w:rPr>
                    <w:rFonts w:hint="eastAsia" w:ascii="宋体" w:hAnsi="宋体" w:eastAsia="宋体" w:cs="宋体"/>
                    <w:sz w:val="21"/>
                    <w:szCs w:val="21"/>
                    <w:lang w:eastAsia="zh-Hans"/>
                  </w:rPr>
                  <w:t>—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00" w:lineRule="auto"/>
        <w:ind w:firstLine="420"/>
      </w:pPr>
      <w:r>
        <w:separator/>
      </w:r>
    </w:p>
  </w:footnote>
  <w:footnote w:type="continuationSeparator" w:id="1">
    <w:p>
      <w:pPr>
        <w:spacing w:before="0" w:after="0" w:line="30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pacing w:before="72" w:after="72"/>
      <w:ind w:left="0" w:leftChars="0" w:firstLine="0" w:firstLineChars="0"/>
      <w:rPr>
        <w:rFonts w:hint="default" w:eastAsia="宋体"/>
        <w:lang w:val="en-US" w:eastAsia="zh-Hans"/>
      </w:rPr>
    </w:pPr>
    <w:r>
      <w:rPr>
        <w:rFonts w:hint="eastAsia"/>
        <w:lang w:val="en-US" w:eastAsia="zh-Hans"/>
      </w:rPr>
      <w:t>湖南科技大学·教育信息化工程·项目文档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7256FF"/>
    <w:multiLevelType w:val="multilevel"/>
    <w:tmpl w:val="247256FF"/>
    <w:lvl w:ilvl="0" w:tentative="0">
      <w:start w:val="1"/>
      <w:numFmt w:val="decimal"/>
      <w:pStyle w:val="2"/>
      <w:suff w:val="nothing"/>
      <w:lvlText w:val="%1　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3"/>
      <w:suff w:val="nothing"/>
      <w:lvlText w:val="%1.%2　"/>
      <w:lvlJc w:val="left"/>
      <w:pPr>
        <w:ind w:left="992" w:hanging="567"/>
      </w:pPr>
      <w:rPr>
        <w:rFonts w:hint="eastAsia"/>
      </w:rPr>
    </w:lvl>
    <w:lvl w:ilvl="2" w:tentative="0">
      <w:start w:val="1"/>
      <w:numFmt w:val="decimal"/>
      <w:pStyle w:val="4"/>
      <w:suff w:val="nothing"/>
      <w:lvlText w:val="%1.%2.%3　"/>
      <w:lvlJc w:val="left"/>
      <w:pPr>
        <w:ind w:left="851" w:hanging="567"/>
      </w:pPr>
      <w:rPr>
        <w:rFonts w:hint="eastAsia"/>
      </w:rPr>
    </w:lvl>
    <w:lvl w:ilvl="3" w:tentative="0">
      <w:start w:val="1"/>
      <w:numFmt w:val="decimal"/>
      <w:pStyle w:val="5"/>
      <w:suff w:val="nothing"/>
      <w:lvlText w:val="%1.%2.%3.%4　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pStyle w:val="6"/>
      <w:suff w:val="nothing"/>
      <w:lvlText w:val="%1.%2.%3.%4.%5　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28743640"/>
    <w:multiLevelType w:val="multilevel"/>
    <w:tmpl w:val="28743640"/>
    <w:lvl w:ilvl="0" w:tentative="0">
      <w:start w:val="1"/>
      <w:numFmt w:val="decimal"/>
      <w:pStyle w:val="44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WMwYzFjMDM5NWFkYTY3M2FlMzE4MDZlMzU2YmI0YWIifQ=="/>
  </w:docVars>
  <w:rsids>
    <w:rsidRoot w:val="00C43025"/>
    <w:rsid w:val="000016C5"/>
    <w:rsid w:val="000049E4"/>
    <w:rsid w:val="00010820"/>
    <w:rsid w:val="00016F43"/>
    <w:rsid w:val="00020041"/>
    <w:rsid w:val="000222F8"/>
    <w:rsid w:val="00022A6C"/>
    <w:rsid w:val="00025BFC"/>
    <w:rsid w:val="00026B47"/>
    <w:rsid w:val="00031F25"/>
    <w:rsid w:val="00031F3B"/>
    <w:rsid w:val="00032D4D"/>
    <w:rsid w:val="00033DD7"/>
    <w:rsid w:val="00034091"/>
    <w:rsid w:val="000344E1"/>
    <w:rsid w:val="000376ED"/>
    <w:rsid w:val="00045187"/>
    <w:rsid w:val="00045E39"/>
    <w:rsid w:val="00053A28"/>
    <w:rsid w:val="00056488"/>
    <w:rsid w:val="00062A9E"/>
    <w:rsid w:val="0006629C"/>
    <w:rsid w:val="00077577"/>
    <w:rsid w:val="000906B0"/>
    <w:rsid w:val="00090B3C"/>
    <w:rsid w:val="00094361"/>
    <w:rsid w:val="000A0FEC"/>
    <w:rsid w:val="000A17E3"/>
    <w:rsid w:val="000A6DE9"/>
    <w:rsid w:val="000B3042"/>
    <w:rsid w:val="000B6B9D"/>
    <w:rsid w:val="000C039E"/>
    <w:rsid w:val="000C5A75"/>
    <w:rsid w:val="000D4095"/>
    <w:rsid w:val="000E3DC7"/>
    <w:rsid w:val="000E730E"/>
    <w:rsid w:val="000F4B2F"/>
    <w:rsid w:val="000F62B4"/>
    <w:rsid w:val="0010297C"/>
    <w:rsid w:val="001133A6"/>
    <w:rsid w:val="0011368B"/>
    <w:rsid w:val="00114B5C"/>
    <w:rsid w:val="00122AD1"/>
    <w:rsid w:val="001343FA"/>
    <w:rsid w:val="0013499E"/>
    <w:rsid w:val="001353A2"/>
    <w:rsid w:val="0014640E"/>
    <w:rsid w:val="00150721"/>
    <w:rsid w:val="00155B65"/>
    <w:rsid w:val="001565C6"/>
    <w:rsid w:val="00164B4C"/>
    <w:rsid w:val="00167027"/>
    <w:rsid w:val="00167C81"/>
    <w:rsid w:val="00184D33"/>
    <w:rsid w:val="001863F8"/>
    <w:rsid w:val="001A186C"/>
    <w:rsid w:val="001B346C"/>
    <w:rsid w:val="001D2E4C"/>
    <w:rsid w:val="001F4814"/>
    <w:rsid w:val="0020169C"/>
    <w:rsid w:val="00204723"/>
    <w:rsid w:val="00215D40"/>
    <w:rsid w:val="0022714F"/>
    <w:rsid w:val="00235627"/>
    <w:rsid w:val="00243DDF"/>
    <w:rsid w:val="002551C3"/>
    <w:rsid w:val="00262382"/>
    <w:rsid w:val="002651B5"/>
    <w:rsid w:val="00266A7C"/>
    <w:rsid w:val="00270B1A"/>
    <w:rsid w:val="00283F87"/>
    <w:rsid w:val="00293333"/>
    <w:rsid w:val="002943A5"/>
    <w:rsid w:val="00295F10"/>
    <w:rsid w:val="002A3B57"/>
    <w:rsid w:val="002A502E"/>
    <w:rsid w:val="002A7D85"/>
    <w:rsid w:val="002A7FF0"/>
    <w:rsid w:val="002C6114"/>
    <w:rsid w:val="002D1819"/>
    <w:rsid w:val="002D560B"/>
    <w:rsid w:val="002E013C"/>
    <w:rsid w:val="002E1E03"/>
    <w:rsid w:val="002E3C6F"/>
    <w:rsid w:val="002E6FE1"/>
    <w:rsid w:val="003020E6"/>
    <w:rsid w:val="00307130"/>
    <w:rsid w:val="00323E2E"/>
    <w:rsid w:val="00332480"/>
    <w:rsid w:val="00345617"/>
    <w:rsid w:val="00346ECF"/>
    <w:rsid w:val="0034787C"/>
    <w:rsid w:val="0036137E"/>
    <w:rsid w:val="00366C42"/>
    <w:rsid w:val="0037172C"/>
    <w:rsid w:val="0037236F"/>
    <w:rsid w:val="00382AB0"/>
    <w:rsid w:val="0039472A"/>
    <w:rsid w:val="003A4475"/>
    <w:rsid w:val="003B18CE"/>
    <w:rsid w:val="003C0CD2"/>
    <w:rsid w:val="003C0E97"/>
    <w:rsid w:val="003C1226"/>
    <w:rsid w:val="003C35AD"/>
    <w:rsid w:val="003C5419"/>
    <w:rsid w:val="003C7D6F"/>
    <w:rsid w:val="003D75AF"/>
    <w:rsid w:val="003E670D"/>
    <w:rsid w:val="003E69B5"/>
    <w:rsid w:val="003E7747"/>
    <w:rsid w:val="003F0655"/>
    <w:rsid w:val="003F2FB1"/>
    <w:rsid w:val="00400C74"/>
    <w:rsid w:val="00405B96"/>
    <w:rsid w:val="0040636E"/>
    <w:rsid w:val="00420B11"/>
    <w:rsid w:val="00427FF0"/>
    <w:rsid w:val="00443CD1"/>
    <w:rsid w:val="00444BD1"/>
    <w:rsid w:val="0045536F"/>
    <w:rsid w:val="0047741F"/>
    <w:rsid w:val="00485A81"/>
    <w:rsid w:val="00486EC7"/>
    <w:rsid w:val="004A1FB9"/>
    <w:rsid w:val="004A3B05"/>
    <w:rsid w:val="004B31D1"/>
    <w:rsid w:val="004B71E1"/>
    <w:rsid w:val="004C23DD"/>
    <w:rsid w:val="004C248B"/>
    <w:rsid w:val="004E2242"/>
    <w:rsid w:val="005240FB"/>
    <w:rsid w:val="00527782"/>
    <w:rsid w:val="005468B7"/>
    <w:rsid w:val="005707BA"/>
    <w:rsid w:val="00580814"/>
    <w:rsid w:val="0058326C"/>
    <w:rsid w:val="00584E24"/>
    <w:rsid w:val="00590880"/>
    <w:rsid w:val="0059486D"/>
    <w:rsid w:val="00597499"/>
    <w:rsid w:val="0059753C"/>
    <w:rsid w:val="005A2EA2"/>
    <w:rsid w:val="005C17B9"/>
    <w:rsid w:val="005D63D2"/>
    <w:rsid w:val="005E2EF8"/>
    <w:rsid w:val="005E4922"/>
    <w:rsid w:val="005E568C"/>
    <w:rsid w:val="005E776E"/>
    <w:rsid w:val="005F173D"/>
    <w:rsid w:val="005F1A37"/>
    <w:rsid w:val="005F450C"/>
    <w:rsid w:val="005F5CE6"/>
    <w:rsid w:val="005F6DE0"/>
    <w:rsid w:val="00610372"/>
    <w:rsid w:val="0061275A"/>
    <w:rsid w:val="00616B64"/>
    <w:rsid w:val="00621E49"/>
    <w:rsid w:val="00625D7E"/>
    <w:rsid w:val="006353C1"/>
    <w:rsid w:val="00636101"/>
    <w:rsid w:val="00641254"/>
    <w:rsid w:val="006437C9"/>
    <w:rsid w:val="00646ACF"/>
    <w:rsid w:val="00677951"/>
    <w:rsid w:val="00681229"/>
    <w:rsid w:val="0068263D"/>
    <w:rsid w:val="00686332"/>
    <w:rsid w:val="006A12B4"/>
    <w:rsid w:val="006B09C7"/>
    <w:rsid w:val="006B0F22"/>
    <w:rsid w:val="006B5351"/>
    <w:rsid w:val="006D0EBE"/>
    <w:rsid w:val="006D407E"/>
    <w:rsid w:val="006D6902"/>
    <w:rsid w:val="00707465"/>
    <w:rsid w:val="007112C5"/>
    <w:rsid w:val="007117B8"/>
    <w:rsid w:val="00714A28"/>
    <w:rsid w:val="00714D25"/>
    <w:rsid w:val="00716B32"/>
    <w:rsid w:val="007246FB"/>
    <w:rsid w:val="00731110"/>
    <w:rsid w:val="00733403"/>
    <w:rsid w:val="00753282"/>
    <w:rsid w:val="00757AED"/>
    <w:rsid w:val="00767508"/>
    <w:rsid w:val="00771747"/>
    <w:rsid w:val="00773DF6"/>
    <w:rsid w:val="00774690"/>
    <w:rsid w:val="00776D0F"/>
    <w:rsid w:val="0078120F"/>
    <w:rsid w:val="00784891"/>
    <w:rsid w:val="00786759"/>
    <w:rsid w:val="007924A7"/>
    <w:rsid w:val="0079462D"/>
    <w:rsid w:val="00797525"/>
    <w:rsid w:val="007B6BBD"/>
    <w:rsid w:val="007D0BCA"/>
    <w:rsid w:val="007E1042"/>
    <w:rsid w:val="007E4E2F"/>
    <w:rsid w:val="007F32AD"/>
    <w:rsid w:val="007F3950"/>
    <w:rsid w:val="007F6880"/>
    <w:rsid w:val="008067A3"/>
    <w:rsid w:val="0082459F"/>
    <w:rsid w:val="00824E8A"/>
    <w:rsid w:val="00825031"/>
    <w:rsid w:val="00830822"/>
    <w:rsid w:val="00836BFD"/>
    <w:rsid w:val="00852295"/>
    <w:rsid w:val="0085277C"/>
    <w:rsid w:val="00864DB9"/>
    <w:rsid w:val="00865341"/>
    <w:rsid w:val="00866869"/>
    <w:rsid w:val="00867A70"/>
    <w:rsid w:val="00881E95"/>
    <w:rsid w:val="0088232E"/>
    <w:rsid w:val="0089017B"/>
    <w:rsid w:val="008B7365"/>
    <w:rsid w:val="008C3742"/>
    <w:rsid w:val="008D2F3E"/>
    <w:rsid w:val="008F1F77"/>
    <w:rsid w:val="00922C86"/>
    <w:rsid w:val="009259DF"/>
    <w:rsid w:val="00932D9B"/>
    <w:rsid w:val="009404F6"/>
    <w:rsid w:val="00962DF8"/>
    <w:rsid w:val="00973772"/>
    <w:rsid w:val="009821CD"/>
    <w:rsid w:val="009826DE"/>
    <w:rsid w:val="009869A8"/>
    <w:rsid w:val="009A308E"/>
    <w:rsid w:val="009A79F9"/>
    <w:rsid w:val="009B4D05"/>
    <w:rsid w:val="009C00D4"/>
    <w:rsid w:val="009C0E7F"/>
    <w:rsid w:val="009D0095"/>
    <w:rsid w:val="009E1018"/>
    <w:rsid w:val="009E56C6"/>
    <w:rsid w:val="00A0102E"/>
    <w:rsid w:val="00A050B1"/>
    <w:rsid w:val="00A13B60"/>
    <w:rsid w:val="00A20437"/>
    <w:rsid w:val="00A241AD"/>
    <w:rsid w:val="00A26A40"/>
    <w:rsid w:val="00A370F4"/>
    <w:rsid w:val="00A4399B"/>
    <w:rsid w:val="00A45E4D"/>
    <w:rsid w:val="00A46CD8"/>
    <w:rsid w:val="00A50898"/>
    <w:rsid w:val="00A516A0"/>
    <w:rsid w:val="00A52AB9"/>
    <w:rsid w:val="00A54B89"/>
    <w:rsid w:val="00A6215D"/>
    <w:rsid w:val="00A62CCD"/>
    <w:rsid w:val="00A82DEA"/>
    <w:rsid w:val="00A90902"/>
    <w:rsid w:val="00A91968"/>
    <w:rsid w:val="00AA0991"/>
    <w:rsid w:val="00AA4719"/>
    <w:rsid w:val="00AA5A44"/>
    <w:rsid w:val="00AB2E76"/>
    <w:rsid w:val="00AB5550"/>
    <w:rsid w:val="00AC7B82"/>
    <w:rsid w:val="00AD2BD0"/>
    <w:rsid w:val="00AD2F1D"/>
    <w:rsid w:val="00AD4903"/>
    <w:rsid w:val="00AE44CE"/>
    <w:rsid w:val="00AF2485"/>
    <w:rsid w:val="00AF2E9D"/>
    <w:rsid w:val="00B0221E"/>
    <w:rsid w:val="00B0306D"/>
    <w:rsid w:val="00B061D7"/>
    <w:rsid w:val="00B131D4"/>
    <w:rsid w:val="00B15531"/>
    <w:rsid w:val="00B15C95"/>
    <w:rsid w:val="00B168A6"/>
    <w:rsid w:val="00B35963"/>
    <w:rsid w:val="00B4122E"/>
    <w:rsid w:val="00B421F0"/>
    <w:rsid w:val="00B45C36"/>
    <w:rsid w:val="00B51046"/>
    <w:rsid w:val="00B552EF"/>
    <w:rsid w:val="00B55A2B"/>
    <w:rsid w:val="00B63DA2"/>
    <w:rsid w:val="00B750FD"/>
    <w:rsid w:val="00B760B1"/>
    <w:rsid w:val="00B77D42"/>
    <w:rsid w:val="00B80DA5"/>
    <w:rsid w:val="00B90A7F"/>
    <w:rsid w:val="00B92120"/>
    <w:rsid w:val="00B93646"/>
    <w:rsid w:val="00B95567"/>
    <w:rsid w:val="00BA5DD5"/>
    <w:rsid w:val="00BB2650"/>
    <w:rsid w:val="00BC2A17"/>
    <w:rsid w:val="00BC54EB"/>
    <w:rsid w:val="00BC58AB"/>
    <w:rsid w:val="00BD5197"/>
    <w:rsid w:val="00BE3D2F"/>
    <w:rsid w:val="00BF03B5"/>
    <w:rsid w:val="00BF3625"/>
    <w:rsid w:val="00BF7570"/>
    <w:rsid w:val="00C04DA0"/>
    <w:rsid w:val="00C07D6B"/>
    <w:rsid w:val="00C25405"/>
    <w:rsid w:val="00C25930"/>
    <w:rsid w:val="00C26A93"/>
    <w:rsid w:val="00C43025"/>
    <w:rsid w:val="00C512FB"/>
    <w:rsid w:val="00C55BBB"/>
    <w:rsid w:val="00C71968"/>
    <w:rsid w:val="00C723D9"/>
    <w:rsid w:val="00C751A7"/>
    <w:rsid w:val="00C83AEA"/>
    <w:rsid w:val="00C970FB"/>
    <w:rsid w:val="00CC3019"/>
    <w:rsid w:val="00CC45C0"/>
    <w:rsid w:val="00CD6CBD"/>
    <w:rsid w:val="00CE1323"/>
    <w:rsid w:val="00CE1F19"/>
    <w:rsid w:val="00CF2141"/>
    <w:rsid w:val="00D07750"/>
    <w:rsid w:val="00D11D4F"/>
    <w:rsid w:val="00D13A2F"/>
    <w:rsid w:val="00D172EB"/>
    <w:rsid w:val="00D24C5D"/>
    <w:rsid w:val="00D41FAD"/>
    <w:rsid w:val="00D43AD6"/>
    <w:rsid w:val="00D44DAC"/>
    <w:rsid w:val="00D45175"/>
    <w:rsid w:val="00D608B8"/>
    <w:rsid w:val="00D6633D"/>
    <w:rsid w:val="00D72108"/>
    <w:rsid w:val="00D870E3"/>
    <w:rsid w:val="00D91062"/>
    <w:rsid w:val="00D914DB"/>
    <w:rsid w:val="00D93AA9"/>
    <w:rsid w:val="00DB6ACC"/>
    <w:rsid w:val="00DD1EB0"/>
    <w:rsid w:val="00DD7394"/>
    <w:rsid w:val="00DE18C5"/>
    <w:rsid w:val="00DF6468"/>
    <w:rsid w:val="00DF68A5"/>
    <w:rsid w:val="00E03905"/>
    <w:rsid w:val="00E05155"/>
    <w:rsid w:val="00E129E1"/>
    <w:rsid w:val="00E151E2"/>
    <w:rsid w:val="00E21909"/>
    <w:rsid w:val="00E22EA9"/>
    <w:rsid w:val="00E25D64"/>
    <w:rsid w:val="00E26F4B"/>
    <w:rsid w:val="00E31700"/>
    <w:rsid w:val="00E50FB4"/>
    <w:rsid w:val="00E535D3"/>
    <w:rsid w:val="00E72D0B"/>
    <w:rsid w:val="00E851EF"/>
    <w:rsid w:val="00E91305"/>
    <w:rsid w:val="00E96143"/>
    <w:rsid w:val="00EA3CBA"/>
    <w:rsid w:val="00ED0A7A"/>
    <w:rsid w:val="00ED170B"/>
    <w:rsid w:val="00ED40CC"/>
    <w:rsid w:val="00ED66EB"/>
    <w:rsid w:val="00EF5B50"/>
    <w:rsid w:val="00F02979"/>
    <w:rsid w:val="00F04564"/>
    <w:rsid w:val="00F071B5"/>
    <w:rsid w:val="00F13369"/>
    <w:rsid w:val="00F16DFE"/>
    <w:rsid w:val="00F17595"/>
    <w:rsid w:val="00F23156"/>
    <w:rsid w:val="00F3233D"/>
    <w:rsid w:val="00F46019"/>
    <w:rsid w:val="00F46BC5"/>
    <w:rsid w:val="00F6019B"/>
    <w:rsid w:val="00F66BCA"/>
    <w:rsid w:val="00F7064B"/>
    <w:rsid w:val="00F77F89"/>
    <w:rsid w:val="00F82523"/>
    <w:rsid w:val="00F978FB"/>
    <w:rsid w:val="00FA3D47"/>
    <w:rsid w:val="00FA7730"/>
    <w:rsid w:val="00FB6381"/>
    <w:rsid w:val="00FC12C2"/>
    <w:rsid w:val="00FC1CCF"/>
    <w:rsid w:val="00FC4AB2"/>
    <w:rsid w:val="00FC66D5"/>
    <w:rsid w:val="00FD4737"/>
    <w:rsid w:val="00FD5BA5"/>
    <w:rsid w:val="00FF40F1"/>
    <w:rsid w:val="01246E49"/>
    <w:rsid w:val="0147001F"/>
    <w:rsid w:val="01573140"/>
    <w:rsid w:val="016A3BBE"/>
    <w:rsid w:val="01776168"/>
    <w:rsid w:val="01926C9D"/>
    <w:rsid w:val="01BE4B18"/>
    <w:rsid w:val="01DC5496"/>
    <w:rsid w:val="024B246E"/>
    <w:rsid w:val="02791FF2"/>
    <w:rsid w:val="02977EE0"/>
    <w:rsid w:val="02B61F64"/>
    <w:rsid w:val="02B95F59"/>
    <w:rsid w:val="02C0456B"/>
    <w:rsid w:val="02F729A1"/>
    <w:rsid w:val="031A291F"/>
    <w:rsid w:val="039F72F3"/>
    <w:rsid w:val="03CB2B63"/>
    <w:rsid w:val="041D2984"/>
    <w:rsid w:val="04637A34"/>
    <w:rsid w:val="046A07F1"/>
    <w:rsid w:val="047D6660"/>
    <w:rsid w:val="04C147DA"/>
    <w:rsid w:val="04C4012C"/>
    <w:rsid w:val="04D67CE4"/>
    <w:rsid w:val="04E34FD9"/>
    <w:rsid w:val="04EB6FCD"/>
    <w:rsid w:val="050D1B3E"/>
    <w:rsid w:val="05191CD1"/>
    <w:rsid w:val="052638C0"/>
    <w:rsid w:val="05276B8C"/>
    <w:rsid w:val="057C1D1F"/>
    <w:rsid w:val="05931EB2"/>
    <w:rsid w:val="059C7437"/>
    <w:rsid w:val="05B2376F"/>
    <w:rsid w:val="05C41735"/>
    <w:rsid w:val="05DC074F"/>
    <w:rsid w:val="060D0E88"/>
    <w:rsid w:val="061205C4"/>
    <w:rsid w:val="06141650"/>
    <w:rsid w:val="06166E3E"/>
    <w:rsid w:val="061F70DF"/>
    <w:rsid w:val="06344A63"/>
    <w:rsid w:val="064E1293"/>
    <w:rsid w:val="068B35FC"/>
    <w:rsid w:val="06A950B7"/>
    <w:rsid w:val="06B05685"/>
    <w:rsid w:val="070213E4"/>
    <w:rsid w:val="07081D28"/>
    <w:rsid w:val="070E0977"/>
    <w:rsid w:val="07374544"/>
    <w:rsid w:val="07406193"/>
    <w:rsid w:val="0754517F"/>
    <w:rsid w:val="07765863"/>
    <w:rsid w:val="07911CC6"/>
    <w:rsid w:val="07B07AAB"/>
    <w:rsid w:val="07BA5A39"/>
    <w:rsid w:val="07EA1DA4"/>
    <w:rsid w:val="08106B5F"/>
    <w:rsid w:val="08311E69"/>
    <w:rsid w:val="08535CD8"/>
    <w:rsid w:val="087200D2"/>
    <w:rsid w:val="08CF4B8A"/>
    <w:rsid w:val="08D82F63"/>
    <w:rsid w:val="09012AED"/>
    <w:rsid w:val="090D204D"/>
    <w:rsid w:val="09377019"/>
    <w:rsid w:val="09480C39"/>
    <w:rsid w:val="09556C3B"/>
    <w:rsid w:val="099170E9"/>
    <w:rsid w:val="09AB2EAB"/>
    <w:rsid w:val="09AD2BBE"/>
    <w:rsid w:val="09B61C9B"/>
    <w:rsid w:val="0A16160C"/>
    <w:rsid w:val="0A1D29D8"/>
    <w:rsid w:val="0A542F01"/>
    <w:rsid w:val="0A753B5A"/>
    <w:rsid w:val="0AA16A6F"/>
    <w:rsid w:val="0AA37843"/>
    <w:rsid w:val="0AC25E46"/>
    <w:rsid w:val="0AC5396B"/>
    <w:rsid w:val="0AE730BB"/>
    <w:rsid w:val="0B44613B"/>
    <w:rsid w:val="0B4F1130"/>
    <w:rsid w:val="0B8A5FC1"/>
    <w:rsid w:val="0BB84DB9"/>
    <w:rsid w:val="0BD55508"/>
    <w:rsid w:val="0BDF737E"/>
    <w:rsid w:val="0BE063DC"/>
    <w:rsid w:val="0BFD5BD6"/>
    <w:rsid w:val="0C267222"/>
    <w:rsid w:val="0C453416"/>
    <w:rsid w:val="0C5B53ED"/>
    <w:rsid w:val="0C650D4E"/>
    <w:rsid w:val="0C6F7238"/>
    <w:rsid w:val="0C861894"/>
    <w:rsid w:val="0C8E2CEA"/>
    <w:rsid w:val="0CD456CC"/>
    <w:rsid w:val="0CDA7ACD"/>
    <w:rsid w:val="0CE528F6"/>
    <w:rsid w:val="0D144C88"/>
    <w:rsid w:val="0D5216B6"/>
    <w:rsid w:val="0D572C84"/>
    <w:rsid w:val="0D574B92"/>
    <w:rsid w:val="0D5E578F"/>
    <w:rsid w:val="0D620094"/>
    <w:rsid w:val="0D7C3010"/>
    <w:rsid w:val="0D810012"/>
    <w:rsid w:val="0DBE1D9D"/>
    <w:rsid w:val="0DC95DB3"/>
    <w:rsid w:val="0DE5512E"/>
    <w:rsid w:val="0DEB69D6"/>
    <w:rsid w:val="0E1F6D77"/>
    <w:rsid w:val="0E363F53"/>
    <w:rsid w:val="0E7036B6"/>
    <w:rsid w:val="0E745482"/>
    <w:rsid w:val="0E7D3254"/>
    <w:rsid w:val="0E8D59D2"/>
    <w:rsid w:val="0E9948CC"/>
    <w:rsid w:val="0EB123D6"/>
    <w:rsid w:val="0ECB1E0A"/>
    <w:rsid w:val="0ED07F09"/>
    <w:rsid w:val="0EF57E19"/>
    <w:rsid w:val="0F1C5504"/>
    <w:rsid w:val="0F1D3996"/>
    <w:rsid w:val="0F371765"/>
    <w:rsid w:val="0F6F68CA"/>
    <w:rsid w:val="0F752ED0"/>
    <w:rsid w:val="0F7953A8"/>
    <w:rsid w:val="0F8C5BBB"/>
    <w:rsid w:val="0FC4406A"/>
    <w:rsid w:val="0FDD5278"/>
    <w:rsid w:val="1011207B"/>
    <w:rsid w:val="101D5FD3"/>
    <w:rsid w:val="102B49B1"/>
    <w:rsid w:val="103A7ED1"/>
    <w:rsid w:val="105254FC"/>
    <w:rsid w:val="105D5A70"/>
    <w:rsid w:val="1062033B"/>
    <w:rsid w:val="10642A29"/>
    <w:rsid w:val="10BC751D"/>
    <w:rsid w:val="10D3333D"/>
    <w:rsid w:val="10EC44BF"/>
    <w:rsid w:val="10F03A3B"/>
    <w:rsid w:val="10FC4B60"/>
    <w:rsid w:val="11037850"/>
    <w:rsid w:val="1133776A"/>
    <w:rsid w:val="116752E1"/>
    <w:rsid w:val="11C607EE"/>
    <w:rsid w:val="11CA6624"/>
    <w:rsid w:val="11E46C73"/>
    <w:rsid w:val="11F54968"/>
    <w:rsid w:val="12261D21"/>
    <w:rsid w:val="123B47A2"/>
    <w:rsid w:val="123F6FD2"/>
    <w:rsid w:val="124843D4"/>
    <w:rsid w:val="1248588F"/>
    <w:rsid w:val="12754F2F"/>
    <w:rsid w:val="128722F7"/>
    <w:rsid w:val="12AA64C0"/>
    <w:rsid w:val="13142E37"/>
    <w:rsid w:val="131A5D87"/>
    <w:rsid w:val="131E1B23"/>
    <w:rsid w:val="132B6051"/>
    <w:rsid w:val="136257CF"/>
    <w:rsid w:val="138166B6"/>
    <w:rsid w:val="138F567A"/>
    <w:rsid w:val="139A70D3"/>
    <w:rsid w:val="13BD6BC3"/>
    <w:rsid w:val="13C166FF"/>
    <w:rsid w:val="13F555F4"/>
    <w:rsid w:val="14076726"/>
    <w:rsid w:val="14362D9A"/>
    <w:rsid w:val="14551D69"/>
    <w:rsid w:val="14906FFC"/>
    <w:rsid w:val="151119C5"/>
    <w:rsid w:val="15337790"/>
    <w:rsid w:val="153653C4"/>
    <w:rsid w:val="15475956"/>
    <w:rsid w:val="158B7CA6"/>
    <w:rsid w:val="15A373D2"/>
    <w:rsid w:val="15CB63A5"/>
    <w:rsid w:val="1657785C"/>
    <w:rsid w:val="166E6645"/>
    <w:rsid w:val="167D547B"/>
    <w:rsid w:val="168E4785"/>
    <w:rsid w:val="16903283"/>
    <w:rsid w:val="16BE3B78"/>
    <w:rsid w:val="16C57954"/>
    <w:rsid w:val="16C84855"/>
    <w:rsid w:val="16D948E3"/>
    <w:rsid w:val="16F113CD"/>
    <w:rsid w:val="17117007"/>
    <w:rsid w:val="171748C1"/>
    <w:rsid w:val="172F1EBF"/>
    <w:rsid w:val="173332D7"/>
    <w:rsid w:val="173455D7"/>
    <w:rsid w:val="17520821"/>
    <w:rsid w:val="17716ED3"/>
    <w:rsid w:val="178A6E50"/>
    <w:rsid w:val="17A97212"/>
    <w:rsid w:val="17C61FD4"/>
    <w:rsid w:val="17DC174A"/>
    <w:rsid w:val="17ED7EC4"/>
    <w:rsid w:val="18434AE3"/>
    <w:rsid w:val="18494C23"/>
    <w:rsid w:val="18545699"/>
    <w:rsid w:val="18E14DD1"/>
    <w:rsid w:val="19065913"/>
    <w:rsid w:val="19293D53"/>
    <w:rsid w:val="19644C24"/>
    <w:rsid w:val="19781844"/>
    <w:rsid w:val="19BE080F"/>
    <w:rsid w:val="19F334A4"/>
    <w:rsid w:val="1A2C7908"/>
    <w:rsid w:val="1A2D2C3B"/>
    <w:rsid w:val="1A4D3A0F"/>
    <w:rsid w:val="1A4E569A"/>
    <w:rsid w:val="1A5757E0"/>
    <w:rsid w:val="1A6F190F"/>
    <w:rsid w:val="1A840113"/>
    <w:rsid w:val="1AB31A08"/>
    <w:rsid w:val="1AB646C4"/>
    <w:rsid w:val="1AD44789"/>
    <w:rsid w:val="1AF4712A"/>
    <w:rsid w:val="1B332C70"/>
    <w:rsid w:val="1B4D3CA8"/>
    <w:rsid w:val="1B5D1B9F"/>
    <w:rsid w:val="1B74527B"/>
    <w:rsid w:val="1B96760F"/>
    <w:rsid w:val="1B9A2A54"/>
    <w:rsid w:val="1B9F0778"/>
    <w:rsid w:val="1BD542E3"/>
    <w:rsid w:val="1C0C2B52"/>
    <w:rsid w:val="1C2C611D"/>
    <w:rsid w:val="1C2F2227"/>
    <w:rsid w:val="1C4C38B6"/>
    <w:rsid w:val="1C5678D2"/>
    <w:rsid w:val="1C65263A"/>
    <w:rsid w:val="1C8C434E"/>
    <w:rsid w:val="1CE71062"/>
    <w:rsid w:val="1CF049EF"/>
    <w:rsid w:val="1CF178D2"/>
    <w:rsid w:val="1CF90E73"/>
    <w:rsid w:val="1CFF7A96"/>
    <w:rsid w:val="1D0C5ACA"/>
    <w:rsid w:val="1D3933BC"/>
    <w:rsid w:val="1D3A36A4"/>
    <w:rsid w:val="1D892B97"/>
    <w:rsid w:val="1DB41E66"/>
    <w:rsid w:val="1DE7508E"/>
    <w:rsid w:val="1E7531B7"/>
    <w:rsid w:val="1EED08EF"/>
    <w:rsid w:val="1F180CB7"/>
    <w:rsid w:val="1F2FCDCC"/>
    <w:rsid w:val="1F521AB3"/>
    <w:rsid w:val="1FCD679B"/>
    <w:rsid w:val="1FDE26A0"/>
    <w:rsid w:val="1FF276ED"/>
    <w:rsid w:val="1FF464A7"/>
    <w:rsid w:val="2052454C"/>
    <w:rsid w:val="205B18D4"/>
    <w:rsid w:val="206C6850"/>
    <w:rsid w:val="20732B0D"/>
    <w:rsid w:val="2087650D"/>
    <w:rsid w:val="209F5060"/>
    <w:rsid w:val="20AA0FB7"/>
    <w:rsid w:val="20E8051E"/>
    <w:rsid w:val="21346C1E"/>
    <w:rsid w:val="21C83F23"/>
    <w:rsid w:val="21F211B9"/>
    <w:rsid w:val="21F33DA9"/>
    <w:rsid w:val="22350FFD"/>
    <w:rsid w:val="223D3C9B"/>
    <w:rsid w:val="223E0135"/>
    <w:rsid w:val="223F4148"/>
    <w:rsid w:val="224D06D7"/>
    <w:rsid w:val="22756617"/>
    <w:rsid w:val="229149F8"/>
    <w:rsid w:val="22CA510C"/>
    <w:rsid w:val="22CC40EC"/>
    <w:rsid w:val="22ED4CA2"/>
    <w:rsid w:val="22F87F26"/>
    <w:rsid w:val="230070A7"/>
    <w:rsid w:val="231D7AC5"/>
    <w:rsid w:val="23200C49"/>
    <w:rsid w:val="23273E1E"/>
    <w:rsid w:val="23325584"/>
    <w:rsid w:val="23F25EB4"/>
    <w:rsid w:val="240E6416"/>
    <w:rsid w:val="24183FFE"/>
    <w:rsid w:val="24392CBF"/>
    <w:rsid w:val="245E4F45"/>
    <w:rsid w:val="24A843BB"/>
    <w:rsid w:val="24C44B5C"/>
    <w:rsid w:val="24D540FB"/>
    <w:rsid w:val="24D619D5"/>
    <w:rsid w:val="25073C8B"/>
    <w:rsid w:val="252B4B4C"/>
    <w:rsid w:val="253D2CF4"/>
    <w:rsid w:val="25414872"/>
    <w:rsid w:val="25420560"/>
    <w:rsid w:val="254B176B"/>
    <w:rsid w:val="254C631C"/>
    <w:rsid w:val="25855D8A"/>
    <w:rsid w:val="25A05FE3"/>
    <w:rsid w:val="25AE1C87"/>
    <w:rsid w:val="25DE75F6"/>
    <w:rsid w:val="25ED7312"/>
    <w:rsid w:val="25F566B4"/>
    <w:rsid w:val="2642693A"/>
    <w:rsid w:val="268C6BB2"/>
    <w:rsid w:val="26900C32"/>
    <w:rsid w:val="269C7DDE"/>
    <w:rsid w:val="26AA6318"/>
    <w:rsid w:val="26CA0627"/>
    <w:rsid w:val="26D55F39"/>
    <w:rsid w:val="26DA295D"/>
    <w:rsid w:val="2711753F"/>
    <w:rsid w:val="275B1262"/>
    <w:rsid w:val="27C93028"/>
    <w:rsid w:val="27F94732"/>
    <w:rsid w:val="28164A66"/>
    <w:rsid w:val="281A751C"/>
    <w:rsid w:val="281C04D2"/>
    <w:rsid w:val="281E4F6E"/>
    <w:rsid w:val="28365BBC"/>
    <w:rsid w:val="285B3D3F"/>
    <w:rsid w:val="28673E09"/>
    <w:rsid w:val="28706C7C"/>
    <w:rsid w:val="28783FEA"/>
    <w:rsid w:val="28842DCC"/>
    <w:rsid w:val="28EA6ECB"/>
    <w:rsid w:val="28F9515E"/>
    <w:rsid w:val="290E1E49"/>
    <w:rsid w:val="290F09D6"/>
    <w:rsid w:val="292032E8"/>
    <w:rsid w:val="29431B1F"/>
    <w:rsid w:val="294E2558"/>
    <w:rsid w:val="295D0173"/>
    <w:rsid w:val="29B061F0"/>
    <w:rsid w:val="29B50531"/>
    <w:rsid w:val="29C70057"/>
    <w:rsid w:val="29CF2E9B"/>
    <w:rsid w:val="29F17EDF"/>
    <w:rsid w:val="2A08733F"/>
    <w:rsid w:val="2A14437B"/>
    <w:rsid w:val="2A193AB5"/>
    <w:rsid w:val="2A572344"/>
    <w:rsid w:val="2A603B9F"/>
    <w:rsid w:val="2A612EFF"/>
    <w:rsid w:val="2A723E7D"/>
    <w:rsid w:val="2A853BFE"/>
    <w:rsid w:val="2AA0334D"/>
    <w:rsid w:val="2AA25D02"/>
    <w:rsid w:val="2AA92712"/>
    <w:rsid w:val="2B0136A8"/>
    <w:rsid w:val="2B042440"/>
    <w:rsid w:val="2B3A33EA"/>
    <w:rsid w:val="2BA009F3"/>
    <w:rsid w:val="2BAB6350"/>
    <w:rsid w:val="2BB823C0"/>
    <w:rsid w:val="2BF953A1"/>
    <w:rsid w:val="2C004207"/>
    <w:rsid w:val="2C285529"/>
    <w:rsid w:val="2C4041B5"/>
    <w:rsid w:val="2C6A6450"/>
    <w:rsid w:val="2C844115"/>
    <w:rsid w:val="2C894445"/>
    <w:rsid w:val="2CB213BD"/>
    <w:rsid w:val="2CB32EEC"/>
    <w:rsid w:val="2CEC44F8"/>
    <w:rsid w:val="2CFF12E5"/>
    <w:rsid w:val="2D3626DF"/>
    <w:rsid w:val="2D4C6BFB"/>
    <w:rsid w:val="2D6A15A2"/>
    <w:rsid w:val="2DDE2C9C"/>
    <w:rsid w:val="2DEF3FD6"/>
    <w:rsid w:val="2E0E6A9D"/>
    <w:rsid w:val="2E1C2CED"/>
    <w:rsid w:val="2E352D7E"/>
    <w:rsid w:val="2E7F3C18"/>
    <w:rsid w:val="2E9103AB"/>
    <w:rsid w:val="2E9D7A12"/>
    <w:rsid w:val="2ED665C9"/>
    <w:rsid w:val="2EE723F2"/>
    <w:rsid w:val="2F262CF5"/>
    <w:rsid w:val="2F3F21C7"/>
    <w:rsid w:val="2F43776E"/>
    <w:rsid w:val="2F6C65CA"/>
    <w:rsid w:val="2F9F7682"/>
    <w:rsid w:val="2FB644AD"/>
    <w:rsid w:val="30527BBD"/>
    <w:rsid w:val="306C7070"/>
    <w:rsid w:val="3075292E"/>
    <w:rsid w:val="308036DF"/>
    <w:rsid w:val="30AB0656"/>
    <w:rsid w:val="30CB035F"/>
    <w:rsid w:val="30D204E2"/>
    <w:rsid w:val="30FD7274"/>
    <w:rsid w:val="31371A77"/>
    <w:rsid w:val="31574654"/>
    <w:rsid w:val="316E03BE"/>
    <w:rsid w:val="319E4753"/>
    <w:rsid w:val="31A8758D"/>
    <w:rsid w:val="31D5447E"/>
    <w:rsid w:val="31EA1E9A"/>
    <w:rsid w:val="31FB0DBA"/>
    <w:rsid w:val="31FE717A"/>
    <w:rsid w:val="32017C2D"/>
    <w:rsid w:val="322B294D"/>
    <w:rsid w:val="323901DE"/>
    <w:rsid w:val="323A1C90"/>
    <w:rsid w:val="325D24E5"/>
    <w:rsid w:val="3279181B"/>
    <w:rsid w:val="32A148F2"/>
    <w:rsid w:val="32A753DD"/>
    <w:rsid w:val="32C771ED"/>
    <w:rsid w:val="33017278"/>
    <w:rsid w:val="330F5744"/>
    <w:rsid w:val="331B4A34"/>
    <w:rsid w:val="332413BB"/>
    <w:rsid w:val="334C03C9"/>
    <w:rsid w:val="33586C80"/>
    <w:rsid w:val="3365072F"/>
    <w:rsid w:val="338E4B9E"/>
    <w:rsid w:val="33CD27F1"/>
    <w:rsid w:val="341B39C5"/>
    <w:rsid w:val="341D27CC"/>
    <w:rsid w:val="342E391B"/>
    <w:rsid w:val="34332210"/>
    <w:rsid w:val="3439761A"/>
    <w:rsid w:val="34747752"/>
    <w:rsid w:val="34846223"/>
    <w:rsid w:val="348B4091"/>
    <w:rsid w:val="34945D27"/>
    <w:rsid w:val="349A7CE8"/>
    <w:rsid w:val="34A12559"/>
    <w:rsid w:val="34AA0EA5"/>
    <w:rsid w:val="34AE1BDC"/>
    <w:rsid w:val="34C62993"/>
    <w:rsid w:val="352777E4"/>
    <w:rsid w:val="353614EE"/>
    <w:rsid w:val="354E71BB"/>
    <w:rsid w:val="357A3423"/>
    <w:rsid w:val="35A40B52"/>
    <w:rsid w:val="35E758DF"/>
    <w:rsid w:val="35FB44EB"/>
    <w:rsid w:val="35FF2D28"/>
    <w:rsid w:val="361E4B9F"/>
    <w:rsid w:val="362C52B1"/>
    <w:rsid w:val="363E6AA8"/>
    <w:rsid w:val="3653559E"/>
    <w:rsid w:val="366400E1"/>
    <w:rsid w:val="367F0A51"/>
    <w:rsid w:val="368A636F"/>
    <w:rsid w:val="369365EB"/>
    <w:rsid w:val="36A1013D"/>
    <w:rsid w:val="36BF101F"/>
    <w:rsid w:val="36CB2155"/>
    <w:rsid w:val="36D760D8"/>
    <w:rsid w:val="37032DF0"/>
    <w:rsid w:val="373C2D64"/>
    <w:rsid w:val="37784F22"/>
    <w:rsid w:val="378678AC"/>
    <w:rsid w:val="37E65C7D"/>
    <w:rsid w:val="3807441D"/>
    <w:rsid w:val="383B0789"/>
    <w:rsid w:val="385D17B7"/>
    <w:rsid w:val="38B923F1"/>
    <w:rsid w:val="38C93F95"/>
    <w:rsid w:val="38D81C26"/>
    <w:rsid w:val="390570CF"/>
    <w:rsid w:val="39067C0E"/>
    <w:rsid w:val="390926EE"/>
    <w:rsid w:val="393508EF"/>
    <w:rsid w:val="3959202B"/>
    <w:rsid w:val="39680985"/>
    <w:rsid w:val="3978781D"/>
    <w:rsid w:val="39B63499"/>
    <w:rsid w:val="39BD5C54"/>
    <w:rsid w:val="39C205B3"/>
    <w:rsid w:val="39D351CC"/>
    <w:rsid w:val="39D57344"/>
    <w:rsid w:val="39E103D8"/>
    <w:rsid w:val="39F570BC"/>
    <w:rsid w:val="3A111890"/>
    <w:rsid w:val="3A1A0984"/>
    <w:rsid w:val="3A385979"/>
    <w:rsid w:val="3A424BA1"/>
    <w:rsid w:val="3A685CB8"/>
    <w:rsid w:val="3A793591"/>
    <w:rsid w:val="3A7A5A07"/>
    <w:rsid w:val="3A7F3498"/>
    <w:rsid w:val="3A8D75CA"/>
    <w:rsid w:val="3AA30DED"/>
    <w:rsid w:val="3ABF5219"/>
    <w:rsid w:val="3AC35064"/>
    <w:rsid w:val="3AEE2464"/>
    <w:rsid w:val="3AF3406C"/>
    <w:rsid w:val="3BA55558"/>
    <w:rsid w:val="3BBA7499"/>
    <w:rsid w:val="3BBE3749"/>
    <w:rsid w:val="3BC5704A"/>
    <w:rsid w:val="3BDA337C"/>
    <w:rsid w:val="3BF8079A"/>
    <w:rsid w:val="3C234AF2"/>
    <w:rsid w:val="3C266AA5"/>
    <w:rsid w:val="3C3457E3"/>
    <w:rsid w:val="3C3502AF"/>
    <w:rsid w:val="3C3703A0"/>
    <w:rsid w:val="3C4036CD"/>
    <w:rsid w:val="3C4F026F"/>
    <w:rsid w:val="3C5D52B3"/>
    <w:rsid w:val="3C977E61"/>
    <w:rsid w:val="3CBE7B7E"/>
    <w:rsid w:val="3CC10D09"/>
    <w:rsid w:val="3CC635E7"/>
    <w:rsid w:val="3D032FE8"/>
    <w:rsid w:val="3D484541"/>
    <w:rsid w:val="3D7608FF"/>
    <w:rsid w:val="3DA71518"/>
    <w:rsid w:val="3DB752D3"/>
    <w:rsid w:val="3DB755A2"/>
    <w:rsid w:val="3DBA6CED"/>
    <w:rsid w:val="3DE93ADB"/>
    <w:rsid w:val="3DEC7087"/>
    <w:rsid w:val="3DF3B288"/>
    <w:rsid w:val="3DF90DFF"/>
    <w:rsid w:val="3DFEAE4C"/>
    <w:rsid w:val="3E3566F3"/>
    <w:rsid w:val="3E72182B"/>
    <w:rsid w:val="3E8721E8"/>
    <w:rsid w:val="3E882F28"/>
    <w:rsid w:val="3ED678D1"/>
    <w:rsid w:val="3EFA6D92"/>
    <w:rsid w:val="3F7D72E9"/>
    <w:rsid w:val="3FAF3B8C"/>
    <w:rsid w:val="3FEA67AC"/>
    <w:rsid w:val="3FF932EB"/>
    <w:rsid w:val="400E4A8B"/>
    <w:rsid w:val="4010583C"/>
    <w:rsid w:val="40117FB1"/>
    <w:rsid w:val="402C7AC2"/>
    <w:rsid w:val="4087179D"/>
    <w:rsid w:val="409903E0"/>
    <w:rsid w:val="414A4660"/>
    <w:rsid w:val="41D51B74"/>
    <w:rsid w:val="428C7C97"/>
    <w:rsid w:val="42A25D57"/>
    <w:rsid w:val="42A33EF3"/>
    <w:rsid w:val="42A8614B"/>
    <w:rsid w:val="42A9767E"/>
    <w:rsid w:val="42B031F0"/>
    <w:rsid w:val="42F74B6D"/>
    <w:rsid w:val="433B268C"/>
    <w:rsid w:val="43683DB4"/>
    <w:rsid w:val="43714524"/>
    <w:rsid w:val="437C524A"/>
    <w:rsid w:val="43944C1F"/>
    <w:rsid w:val="43A35491"/>
    <w:rsid w:val="43E26163"/>
    <w:rsid w:val="43F52C24"/>
    <w:rsid w:val="44214F28"/>
    <w:rsid w:val="442417A5"/>
    <w:rsid w:val="443B42DB"/>
    <w:rsid w:val="446E2270"/>
    <w:rsid w:val="44B07DAC"/>
    <w:rsid w:val="44BF6EFE"/>
    <w:rsid w:val="44C73F5E"/>
    <w:rsid w:val="44E6503F"/>
    <w:rsid w:val="44EF478D"/>
    <w:rsid w:val="44FB1D8F"/>
    <w:rsid w:val="4506483C"/>
    <w:rsid w:val="4536451D"/>
    <w:rsid w:val="45957995"/>
    <w:rsid w:val="45BD0E42"/>
    <w:rsid w:val="45C94447"/>
    <w:rsid w:val="45CE55B6"/>
    <w:rsid w:val="4603688C"/>
    <w:rsid w:val="46135F51"/>
    <w:rsid w:val="461C47B7"/>
    <w:rsid w:val="462C4E70"/>
    <w:rsid w:val="465E3673"/>
    <w:rsid w:val="4665F252"/>
    <w:rsid w:val="46862B55"/>
    <w:rsid w:val="46DF5719"/>
    <w:rsid w:val="46E44BCE"/>
    <w:rsid w:val="46EC10D8"/>
    <w:rsid w:val="46F87BF3"/>
    <w:rsid w:val="47022A4A"/>
    <w:rsid w:val="470760A0"/>
    <w:rsid w:val="470E5EB8"/>
    <w:rsid w:val="47237F9B"/>
    <w:rsid w:val="475E6276"/>
    <w:rsid w:val="47711791"/>
    <w:rsid w:val="477409EC"/>
    <w:rsid w:val="47742182"/>
    <w:rsid w:val="478A7180"/>
    <w:rsid w:val="479844D3"/>
    <w:rsid w:val="47F01575"/>
    <w:rsid w:val="47FA1864"/>
    <w:rsid w:val="48166FCA"/>
    <w:rsid w:val="481C133C"/>
    <w:rsid w:val="483B3084"/>
    <w:rsid w:val="486C503D"/>
    <w:rsid w:val="487063FE"/>
    <w:rsid w:val="48883526"/>
    <w:rsid w:val="48B40A2B"/>
    <w:rsid w:val="48CC5E37"/>
    <w:rsid w:val="49210C64"/>
    <w:rsid w:val="494507C9"/>
    <w:rsid w:val="495D051B"/>
    <w:rsid w:val="495D7012"/>
    <w:rsid w:val="49652020"/>
    <w:rsid w:val="496824A6"/>
    <w:rsid w:val="497A46AF"/>
    <w:rsid w:val="49812D35"/>
    <w:rsid w:val="49A413C7"/>
    <w:rsid w:val="49C01D71"/>
    <w:rsid w:val="49C17657"/>
    <w:rsid w:val="49D31E72"/>
    <w:rsid w:val="49E52690"/>
    <w:rsid w:val="49EA78B8"/>
    <w:rsid w:val="49EF50A0"/>
    <w:rsid w:val="4A146053"/>
    <w:rsid w:val="4A17293F"/>
    <w:rsid w:val="4A355073"/>
    <w:rsid w:val="4A6646E0"/>
    <w:rsid w:val="4A666B3A"/>
    <w:rsid w:val="4A697D16"/>
    <w:rsid w:val="4A6F4EB8"/>
    <w:rsid w:val="4A881C7E"/>
    <w:rsid w:val="4A9330DD"/>
    <w:rsid w:val="4AD551F9"/>
    <w:rsid w:val="4AD64A51"/>
    <w:rsid w:val="4AE77444"/>
    <w:rsid w:val="4AEB775A"/>
    <w:rsid w:val="4AF54E81"/>
    <w:rsid w:val="4B107364"/>
    <w:rsid w:val="4B39155D"/>
    <w:rsid w:val="4B4A1D8F"/>
    <w:rsid w:val="4B5B1726"/>
    <w:rsid w:val="4B8A4F69"/>
    <w:rsid w:val="4BAE3A37"/>
    <w:rsid w:val="4BB119A3"/>
    <w:rsid w:val="4BD43734"/>
    <w:rsid w:val="4BF01F84"/>
    <w:rsid w:val="4C026794"/>
    <w:rsid w:val="4C47359D"/>
    <w:rsid w:val="4C533FAE"/>
    <w:rsid w:val="4CA26FFA"/>
    <w:rsid w:val="4CB258A5"/>
    <w:rsid w:val="4CBC1377"/>
    <w:rsid w:val="4CF23B8B"/>
    <w:rsid w:val="4D243C15"/>
    <w:rsid w:val="4D354DA8"/>
    <w:rsid w:val="4D4D1AB7"/>
    <w:rsid w:val="4D5A08F4"/>
    <w:rsid w:val="4D6216D4"/>
    <w:rsid w:val="4D65455F"/>
    <w:rsid w:val="4D7C263B"/>
    <w:rsid w:val="4D7C6189"/>
    <w:rsid w:val="4D883943"/>
    <w:rsid w:val="4DEC44E5"/>
    <w:rsid w:val="4E0B056F"/>
    <w:rsid w:val="4E25535C"/>
    <w:rsid w:val="4E27020F"/>
    <w:rsid w:val="4E277146"/>
    <w:rsid w:val="4EAB0CC3"/>
    <w:rsid w:val="4EEA671D"/>
    <w:rsid w:val="4F133C3A"/>
    <w:rsid w:val="4F2B277A"/>
    <w:rsid w:val="4F4501E7"/>
    <w:rsid w:val="4F4666C2"/>
    <w:rsid w:val="4F466C8E"/>
    <w:rsid w:val="4F853589"/>
    <w:rsid w:val="4F8B6632"/>
    <w:rsid w:val="4F9748B3"/>
    <w:rsid w:val="4F9D56C9"/>
    <w:rsid w:val="4FB8782C"/>
    <w:rsid w:val="4FBA6F78"/>
    <w:rsid w:val="4FC54F0E"/>
    <w:rsid w:val="4FC76F7E"/>
    <w:rsid w:val="4FDC4850"/>
    <w:rsid w:val="4FE90F7D"/>
    <w:rsid w:val="4FFB1036"/>
    <w:rsid w:val="5006053C"/>
    <w:rsid w:val="50681054"/>
    <w:rsid w:val="506903BD"/>
    <w:rsid w:val="50A42718"/>
    <w:rsid w:val="50B135DE"/>
    <w:rsid w:val="50B451E8"/>
    <w:rsid w:val="50CC50CE"/>
    <w:rsid w:val="50D243A2"/>
    <w:rsid w:val="512B58D2"/>
    <w:rsid w:val="512C3E33"/>
    <w:rsid w:val="514A127A"/>
    <w:rsid w:val="514A3ED4"/>
    <w:rsid w:val="51517FFD"/>
    <w:rsid w:val="51655732"/>
    <w:rsid w:val="516964FD"/>
    <w:rsid w:val="5174185F"/>
    <w:rsid w:val="519B2D89"/>
    <w:rsid w:val="51F056CE"/>
    <w:rsid w:val="52143B4C"/>
    <w:rsid w:val="521E1868"/>
    <w:rsid w:val="523D1892"/>
    <w:rsid w:val="525A1870"/>
    <w:rsid w:val="525C25BC"/>
    <w:rsid w:val="528F55D9"/>
    <w:rsid w:val="5294749D"/>
    <w:rsid w:val="52966AB0"/>
    <w:rsid w:val="52CB7D3E"/>
    <w:rsid w:val="52CF5E79"/>
    <w:rsid w:val="53113CB0"/>
    <w:rsid w:val="531B3C77"/>
    <w:rsid w:val="53207B74"/>
    <w:rsid w:val="53264C01"/>
    <w:rsid w:val="53445456"/>
    <w:rsid w:val="537B2617"/>
    <w:rsid w:val="539D70BB"/>
    <w:rsid w:val="53B95780"/>
    <w:rsid w:val="53C82986"/>
    <w:rsid w:val="53C931E5"/>
    <w:rsid w:val="53E034A3"/>
    <w:rsid w:val="541F3661"/>
    <w:rsid w:val="54446C55"/>
    <w:rsid w:val="544F20EC"/>
    <w:rsid w:val="546C344A"/>
    <w:rsid w:val="547F79D1"/>
    <w:rsid w:val="54846C45"/>
    <w:rsid w:val="54874196"/>
    <w:rsid w:val="54920641"/>
    <w:rsid w:val="549E702D"/>
    <w:rsid w:val="54A5329E"/>
    <w:rsid w:val="54C06D99"/>
    <w:rsid w:val="550E6838"/>
    <w:rsid w:val="551B72B2"/>
    <w:rsid w:val="5563175A"/>
    <w:rsid w:val="558F1375"/>
    <w:rsid w:val="55AE0E27"/>
    <w:rsid w:val="55BA7941"/>
    <w:rsid w:val="55C643D6"/>
    <w:rsid w:val="55CC5FC7"/>
    <w:rsid w:val="55CF19F9"/>
    <w:rsid w:val="55EC6666"/>
    <w:rsid w:val="5608156E"/>
    <w:rsid w:val="561974D7"/>
    <w:rsid w:val="562927DA"/>
    <w:rsid w:val="562A07D2"/>
    <w:rsid w:val="566314B5"/>
    <w:rsid w:val="566862FD"/>
    <w:rsid w:val="567B1F88"/>
    <w:rsid w:val="56E84D80"/>
    <w:rsid w:val="572D3CEA"/>
    <w:rsid w:val="575F28C3"/>
    <w:rsid w:val="57606E96"/>
    <w:rsid w:val="576F208B"/>
    <w:rsid w:val="57AE36C1"/>
    <w:rsid w:val="57EE34FF"/>
    <w:rsid w:val="580C60FE"/>
    <w:rsid w:val="58157BD8"/>
    <w:rsid w:val="58204D22"/>
    <w:rsid w:val="587E07F8"/>
    <w:rsid w:val="58F66E75"/>
    <w:rsid w:val="59291A49"/>
    <w:rsid w:val="59292CC9"/>
    <w:rsid w:val="59434056"/>
    <w:rsid w:val="59803445"/>
    <w:rsid w:val="59842B3A"/>
    <w:rsid w:val="598F446F"/>
    <w:rsid w:val="59DF00C3"/>
    <w:rsid w:val="59FD3588"/>
    <w:rsid w:val="59FF8E5B"/>
    <w:rsid w:val="5A080514"/>
    <w:rsid w:val="5A6278DE"/>
    <w:rsid w:val="5A685390"/>
    <w:rsid w:val="5A724F29"/>
    <w:rsid w:val="5A996490"/>
    <w:rsid w:val="5AD52214"/>
    <w:rsid w:val="5AEB65B4"/>
    <w:rsid w:val="5AF07F74"/>
    <w:rsid w:val="5AF45468"/>
    <w:rsid w:val="5B104B3B"/>
    <w:rsid w:val="5B27681B"/>
    <w:rsid w:val="5B425E87"/>
    <w:rsid w:val="5B545C54"/>
    <w:rsid w:val="5B581CF5"/>
    <w:rsid w:val="5B61599F"/>
    <w:rsid w:val="5B814435"/>
    <w:rsid w:val="5B9C2B67"/>
    <w:rsid w:val="5C243E04"/>
    <w:rsid w:val="5C7E7CD2"/>
    <w:rsid w:val="5C823D7D"/>
    <w:rsid w:val="5C9C11A3"/>
    <w:rsid w:val="5CE2696E"/>
    <w:rsid w:val="5CF645A4"/>
    <w:rsid w:val="5D1512D5"/>
    <w:rsid w:val="5D2B31DE"/>
    <w:rsid w:val="5D337596"/>
    <w:rsid w:val="5D5F3CF4"/>
    <w:rsid w:val="5D7232ED"/>
    <w:rsid w:val="5D8227F7"/>
    <w:rsid w:val="5DB42A44"/>
    <w:rsid w:val="5DB9F8F2"/>
    <w:rsid w:val="5DBEF86B"/>
    <w:rsid w:val="5DEB4BB6"/>
    <w:rsid w:val="5E1B2341"/>
    <w:rsid w:val="5E326130"/>
    <w:rsid w:val="5E8C270C"/>
    <w:rsid w:val="5EC40EB9"/>
    <w:rsid w:val="5EDC514B"/>
    <w:rsid w:val="5EF76DF6"/>
    <w:rsid w:val="5EFC4F0A"/>
    <w:rsid w:val="5F2B471F"/>
    <w:rsid w:val="5F3F4904"/>
    <w:rsid w:val="5F600183"/>
    <w:rsid w:val="5F7E221C"/>
    <w:rsid w:val="5F884C97"/>
    <w:rsid w:val="5FB07588"/>
    <w:rsid w:val="5FBE3DAA"/>
    <w:rsid w:val="5FDA2594"/>
    <w:rsid w:val="5FE8663D"/>
    <w:rsid w:val="5FF11ACF"/>
    <w:rsid w:val="604A45CF"/>
    <w:rsid w:val="605737D5"/>
    <w:rsid w:val="60905951"/>
    <w:rsid w:val="60961ABC"/>
    <w:rsid w:val="60A515D5"/>
    <w:rsid w:val="60AA0ED4"/>
    <w:rsid w:val="60D961A2"/>
    <w:rsid w:val="60F34C5B"/>
    <w:rsid w:val="61062397"/>
    <w:rsid w:val="611205E4"/>
    <w:rsid w:val="61171B35"/>
    <w:rsid w:val="618405A5"/>
    <w:rsid w:val="618A76CA"/>
    <w:rsid w:val="61915792"/>
    <w:rsid w:val="61AE58AF"/>
    <w:rsid w:val="61B035A3"/>
    <w:rsid w:val="61DC0A78"/>
    <w:rsid w:val="62406333"/>
    <w:rsid w:val="625C1975"/>
    <w:rsid w:val="62872005"/>
    <w:rsid w:val="62BC6A7F"/>
    <w:rsid w:val="62D33B51"/>
    <w:rsid w:val="62FE2B44"/>
    <w:rsid w:val="630E4EA8"/>
    <w:rsid w:val="631B3930"/>
    <w:rsid w:val="63366CA0"/>
    <w:rsid w:val="633A4E53"/>
    <w:rsid w:val="636C5CA1"/>
    <w:rsid w:val="638845F0"/>
    <w:rsid w:val="638C0ECD"/>
    <w:rsid w:val="63933CC6"/>
    <w:rsid w:val="63A83D19"/>
    <w:rsid w:val="63CC19F0"/>
    <w:rsid w:val="63CE73DA"/>
    <w:rsid w:val="63DE002C"/>
    <w:rsid w:val="63F3B5AC"/>
    <w:rsid w:val="63F806D0"/>
    <w:rsid w:val="641059A9"/>
    <w:rsid w:val="641B5C6B"/>
    <w:rsid w:val="641F3509"/>
    <w:rsid w:val="642F3098"/>
    <w:rsid w:val="64370227"/>
    <w:rsid w:val="64916A95"/>
    <w:rsid w:val="64AD627E"/>
    <w:rsid w:val="64B37D5A"/>
    <w:rsid w:val="64CC331C"/>
    <w:rsid w:val="64DE3C91"/>
    <w:rsid w:val="64E862D9"/>
    <w:rsid w:val="651B52F7"/>
    <w:rsid w:val="65293F30"/>
    <w:rsid w:val="65690134"/>
    <w:rsid w:val="658D72C8"/>
    <w:rsid w:val="65B55B70"/>
    <w:rsid w:val="65C4300D"/>
    <w:rsid w:val="65D4224A"/>
    <w:rsid w:val="65DD2487"/>
    <w:rsid w:val="65FC11EB"/>
    <w:rsid w:val="65FD3090"/>
    <w:rsid w:val="66091324"/>
    <w:rsid w:val="661C7021"/>
    <w:rsid w:val="66243CF8"/>
    <w:rsid w:val="662A6487"/>
    <w:rsid w:val="662D5C3A"/>
    <w:rsid w:val="66307D83"/>
    <w:rsid w:val="6649122E"/>
    <w:rsid w:val="66AC0448"/>
    <w:rsid w:val="66B014ED"/>
    <w:rsid w:val="66C14624"/>
    <w:rsid w:val="66C219E9"/>
    <w:rsid w:val="66D91E10"/>
    <w:rsid w:val="66EB76D3"/>
    <w:rsid w:val="670068EE"/>
    <w:rsid w:val="67167318"/>
    <w:rsid w:val="671703B4"/>
    <w:rsid w:val="67215045"/>
    <w:rsid w:val="673124D0"/>
    <w:rsid w:val="6741700B"/>
    <w:rsid w:val="67A13F60"/>
    <w:rsid w:val="67A2494E"/>
    <w:rsid w:val="67B61E26"/>
    <w:rsid w:val="67BD4104"/>
    <w:rsid w:val="67DD31F7"/>
    <w:rsid w:val="67ED20A7"/>
    <w:rsid w:val="68343025"/>
    <w:rsid w:val="68580307"/>
    <w:rsid w:val="68594A17"/>
    <w:rsid w:val="686663D0"/>
    <w:rsid w:val="686B7D5C"/>
    <w:rsid w:val="687427D2"/>
    <w:rsid w:val="68794743"/>
    <w:rsid w:val="687D21C4"/>
    <w:rsid w:val="689B62D0"/>
    <w:rsid w:val="68A10043"/>
    <w:rsid w:val="68A45177"/>
    <w:rsid w:val="68AD7507"/>
    <w:rsid w:val="68AF64CA"/>
    <w:rsid w:val="68EA538A"/>
    <w:rsid w:val="69167E8A"/>
    <w:rsid w:val="693B6F45"/>
    <w:rsid w:val="69422FED"/>
    <w:rsid w:val="694F48F5"/>
    <w:rsid w:val="6954283E"/>
    <w:rsid w:val="695528E9"/>
    <w:rsid w:val="69563149"/>
    <w:rsid w:val="696066BE"/>
    <w:rsid w:val="699A6AC2"/>
    <w:rsid w:val="6A012593"/>
    <w:rsid w:val="6A085696"/>
    <w:rsid w:val="6A090D00"/>
    <w:rsid w:val="6A1D631A"/>
    <w:rsid w:val="6A3A36E5"/>
    <w:rsid w:val="6A540220"/>
    <w:rsid w:val="6AA26230"/>
    <w:rsid w:val="6B0B4B83"/>
    <w:rsid w:val="6B1F0032"/>
    <w:rsid w:val="6B647139"/>
    <w:rsid w:val="6B6A05B3"/>
    <w:rsid w:val="6B763A91"/>
    <w:rsid w:val="6B987A9A"/>
    <w:rsid w:val="6BC31331"/>
    <w:rsid w:val="6BEF7FDF"/>
    <w:rsid w:val="6C135139"/>
    <w:rsid w:val="6C155C88"/>
    <w:rsid w:val="6C4455AB"/>
    <w:rsid w:val="6C646794"/>
    <w:rsid w:val="6C9002EC"/>
    <w:rsid w:val="6C9024F8"/>
    <w:rsid w:val="6CAC353C"/>
    <w:rsid w:val="6CC16F03"/>
    <w:rsid w:val="6CCE7A47"/>
    <w:rsid w:val="6CD27D93"/>
    <w:rsid w:val="6CD63193"/>
    <w:rsid w:val="6CEB1B2A"/>
    <w:rsid w:val="6CF7002C"/>
    <w:rsid w:val="6CF75A22"/>
    <w:rsid w:val="6CFF7FF5"/>
    <w:rsid w:val="6D00782D"/>
    <w:rsid w:val="6D0C18F1"/>
    <w:rsid w:val="6D565CFE"/>
    <w:rsid w:val="6D5E21C0"/>
    <w:rsid w:val="6D7966A8"/>
    <w:rsid w:val="6DA528C6"/>
    <w:rsid w:val="6DDD544F"/>
    <w:rsid w:val="6DF07AE1"/>
    <w:rsid w:val="6E25010D"/>
    <w:rsid w:val="6E2F5FC9"/>
    <w:rsid w:val="6E440D40"/>
    <w:rsid w:val="6E464D65"/>
    <w:rsid w:val="6E4A19B4"/>
    <w:rsid w:val="6E5C125C"/>
    <w:rsid w:val="6E6B3980"/>
    <w:rsid w:val="6EBCEFBD"/>
    <w:rsid w:val="6EBF9A07"/>
    <w:rsid w:val="6EC03294"/>
    <w:rsid w:val="6F8B4AEE"/>
    <w:rsid w:val="6FC24608"/>
    <w:rsid w:val="6FC643D2"/>
    <w:rsid w:val="6FDD2519"/>
    <w:rsid w:val="6FE95342"/>
    <w:rsid w:val="70183A12"/>
    <w:rsid w:val="701D6BA4"/>
    <w:rsid w:val="70337BE6"/>
    <w:rsid w:val="703F27EF"/>
    <w:rsid w:val="705436D2"/>
    <w:rsid w:val="707F2485"/>
    <w:rsid w:val="708A40C1"/>
    <w:rsid w:val="708B3441"/>
    <w:rsid w:val="708B360C"/>
    <w:rsid w:val="709F3166"/>
    <w:rsid w:val="70BF653E"/>
    <w:rsid w:val="70D363EA"/>
    <w:rsid w:val="70E33A60"/>
    <w:rsid w:val="70F46506"/>
    <w:rsid w:val="710601D9"/>
    <w:rsid w:val="712B7451"/>
    <w:rsid w:val="71352A9F"/>
    <w:rsid w:val="71412F2A"/>
    <w:rsid w:val="714131DB"/>
    <w:rsid w:val="71DF49CE"/>
    <w:rsid w:val="71F41ED0"/>
    <w:rsid w:val="7218766C"/>
    <w:rsid w:val="723E4337"/>
    <w:rsid w:val="724F5A63"/>
    <w:rsid w:val="725C33C6"/>
    <w:rsid w:val="72683E0A"/>
    <w:rsid w:val="72987165"/>
    <w:rsid w:val="72A476EA"/>
    <w:rsid w:val="72EB075B"/>
    <w:rsid w:val="72FF4727"/>
    <w:rsid w:val="730F6530"/>
    <w:rsid w:val="731970ED"/>
    <w:rsid w:val="731C5626"/>
    <w:rsid w:val="73B0722B"/>
    <w:rsid w:val="73FBC98D"/>
    <w:rsid w:val="740E7B5D"/>
    <w:rsid w:val="741351D8"/>
    <w:rsid w:val="743A2ADD"/>
    <w:rsid w:val="743A432A"/>
    <w:rsid w:val="746A5065"/>
    <w:rsid w:val="746E4D98"/>
    <w:rsid w:val="74AB1942"/>
    <w:rsid w:val="74BF788E"/>
    <w:rsid w:val="74BF78EF"/>
    <w:rsid w:val="75291E59"/>
    <w:rsid w:val="75574465"/>
    <w:rsid w:val="755B14A1"/>
    <w:rsid w:val="75695297"/>
    <w:rsid w:val="75965D8F"/>
    <w:rsid w:val="75B76CBC"/>
    <w:rsid w:val="75FBFC31"/>
    <w:rsid w:val="764017F0"/>
    <w:rsid w:val="764A19B6"/>
    <w:rsid w:val="765E0A67"/>
    <w:rsid w:val="76BBF784"/>
    <w:rsid w:val="76D67EF9"/>
    <w:rsid w:val="76FB0DB6"/>
    <w:rsid w:val="7703507B"/>
    <w:rsid w:val="771A0CCB"/>
    <w:rsid w:val="77471C6F"/>
    <w:rsid w:val="77700304"/>
    <w:rsid w:val="778B218E"/>
    <w:rsid w:val="778D4281"/>
    <w:rsid w:val="77A91F53"/>
    <w:rsid w:val="77C015B5"/>
    <w:rsid w:val="77E05167"/>
    <w:rsid w:val="77F962F9"/>
    <w:rsid w:val="78405E97"/>
    <w:rsid w:val="785833E2"/>
    <w:rsid w:val="787C6C4A"/>
    <w:rsid w:val="787E7426"/>
    <w:rsid w:val="78862AB9"/>
    <w:rsid w:val="78893995"/>
    <w:rsid w:val="788A60E4"/>
    <w:rsid w:val="788B7726"/>
    <w:rsid w:val="78AD3546"/>
    <w:rsid w:val="78CF0AA8"/>
    <w:rsid w:val="78E60CEB"/>
    <w:rsid w:val="78F02549"/>
    <w:rsid w:val="790426D1"/>
    <w:rsid w:val="792C3B8C"/>
    <w:rsid w:val="79366C44"/>
    <w:rsid w:val="7940419C"/>
    <w:rsid w:val="7940625B"/>
    <w:rsid w:val="79564FFB"/>
    <w:rsid w:val="79677F35"/>
    <w:rsid w:val="79745A86"/>
    <w:rsid w:val="79854D92"/>
    <w:rsid w:val="798E2FF1"/>
    <w:rsid w:val="79962C84"/>
    <w:rsid w:val="799F6008"/>
    <w:rsid w:val="79CA4362"/>
    <w:rsid w:val="7A0870F7"/>
    <w:rsid w:val="7A0F08AA"/>
    <w:rsid w:val="7A1F3AF9"/>
    <w:rsid w:val="7A2125CF"/>
    <w:rsid w:val="7A256366"/>
    <w:rsid w:val="7A3D594A"/>
    <w:rsid w:val="7A611A79"/>
    <w:rsid w:val="7A6F61AD"/>
    <w:rsid w:val="7A732818"/>
    <w:rsid w:val="7A7A2912"/>
    <w:rsid w:val="7A9A4CA8"/>
    <w:rsid w:val="7AA32BC5"/>
    <w:rsid w:val="7ABF1692"/>
    <w:rsid w:val="7AC02ED9"/>
    <w:rsid w:val="7AE97918"/>
    <w:rsid w:val="7B0026D5"/>
    <w:rsid w:val="7B0F5AE6"/>
    <w:rsid w:val="7B180EC3"/>
    <w:rsid w:val="7B296FD3"/>
    <w:rsid w:val="7B417646"/>
    <w:rsid w:val="7B6F3A6A"/>
    <w:rsid w:val="7B7012AC"/>
    <w:rsid w:val="7B7C0D0B"/>
    <w:rsid w:val="7B7C39D4"/>
    <w:rsid w:val="7B8860B1"/>
    <w:rsid w:val="7B9E3412"/>
    <w:rsid w:val="7BB735DA"/>
    <w:rsid w:val="7BDF1606"/>
    <w:rsid w:val="7BEF136C"/>
    <w:rsid w:val="7BF74D99"/>
    <w:rsid w:val="7BFD068E"/>
    <w:rsid w:val="7CAA7A1E"/>
    <w:rsid w:val="7CB37D67"/>
    <w:rsid w:val="7CBC5896"/>
    <w:rsid w:val="7CD33316"/>
    <w:rsid w:val="7CD420A2"/>
    <w:rsid w:val="7CE37690"/>
    <w:rsid w:val="7CF2056F"/>
    <w:rsid w:val="7CF947BB"/>
    <w:rsid w:val="7D2D31E7"/>
    <w:rsid w:val="7D4C555C"/>
    <w:rsid w:val="7D786B4C"/>
    <w:rsid w:val="7D8D6CA1"/>
    <w:rsid w:val="7D8E31D8"/>
    <w:rsid w:val="7DAB67B8"/>
    <w:rsid w:val="7DDA135E"/>
    <w:rsid w:val="7DF15D2D"/>
    <w:rsid w:val="7E104FB1"/>
    <w:rsid w:val="7E366E5A"/>
    <w:rsid w:val="7E454C95"/>
    <w:rsid w:val="7E4C0A51"/>
    <w:rsid w:val="7E6F3564"/>
    <w:rsid w:val="7E8569BD"/>
    <w:rsid w:val="7E862301"/>
    <w:rsid w:val="7EDB072A"/>
    <w:rsid w:val="7EF1DBF0"/>
    <w:rsid w:val="7EFB4669"/>
    <w:rsid w:val="7F1B12B4"/>
    <w:rsid w:val="7F3A2AAD"/>
    <w:rsid w:val="7F3F69B5"/>
    <w:rsid w:val="7F466668"/>
    <w:rsid w:val="7F5F4F95"/>
    <w:rsid w:val="7F6E4057"/>
    <w:rsid w:val="7F7FD230"/>
    <w:rsid w:val="7F847836"/>
    <w:rsid w:val="7F89004E"/>
    <w:rsid w:val="7F955405"/>
    <w:rsid w:val="7F98372F"/>
    <w:rsid w:val="7F9C4A05"/>
    <w:rsid w:val="7F9D17A4"/>
    <w:rsid w:val="7FB126CD"/>
    <w:rsid w:val="7FB79B07"/>
    <w:rsid w:val="7FBFF76A"/>
    <w:rsid w:val="7FC510C4"/>
    <w:rsid w:val="7FEE2D41"/>
    <w:rsid w:val="7FFC539D"/>
    <w:rsid w:val="8BFF21E2"/>
    <w:rsid w:val="8EFDE92D"/>
    <w:rsid w:val="975AA213"/>
    <w:rsid w:val="97EEADAE"/>
    <w:rsid w:val="97EF2F80"/>
    <w:rsid w:val="9E5F8884"/>
    <w:rsid w:val="9FDD22DC"/>
    <w:rsid w:val="A5FF3001"/>
    <w:rsid w:val="ABFF17B9"/>
    <w:rsid w:val="AEBF6B26"/>
    <w:rsid w:val="B3B550A5"/>
    <w:rsid w:val="B70D71CE"/>
    <w:rsid w:val="B75BB45A"/>
    <w:rsid w:val="B79AB5C5"/>
    <w:rsid w:val="B9EF6E70"/>
    <w:rsid w:val="BBDB07C7"/>
    <w:rsid w:val="BD1F24B0"/>
    <w:rsid w:val="BEAE05A9"/>
    <w:rsid w:val="BEED5493"/>
    <w:rsid w:val="C3FE2635"/>
    <w:rsid w:val="CDAD8FD0"/>
    <w:rsid w:val="DAD960D3"/>
    <w:rsid w:val="DB7FC6B6"/>
    <w:rsid w:val="DDFBBA57"/>
    <w:rsid w:val="DEBF5335"/>
    <w:rsid w:val="DF2DA77B"/>
    <w:rsid w:val="DFE7E6D8"/>
    <w:rsid w:val="DFEBC6EF"/>
    <w:rsid w:val="DFFB2679"/>
    <w:rsid w:val="DFFF93BA"/>
    <w:rsid w:val="E67F4C4E"/>
    <w:rsid w:val="ECEFB115"/>
    <w:rsid w:val="EEDA2BDD"/>
    <w:rsid w:val="EFCD3DA3"/>
    <w:rsid w:val="EFD7A13A"/>
    <w:rsid w:val="F557C46C"/>
    <w:rsid w:val="F6FD0E5F"/>
    <w:rsid w:val="F9FD6D9E"/>
    <w:rsid w:val="FBFBF160"/>
    <w:rsid w:val="FC3FC7F8"/>
    <w:rsid w:val="FCBE40D2"/>
    <w:rsid w:val="FDDF709F"/>
    <w:rsid w:val="FDFDBB36"/>
    <w:rsid w:val="FF3BE655"/>
    <w:rsid w:val="FF7D629C"/>
    <w:rsid w:val="FFAFEB83"/>
    <w:rsid w:val="FFB74B2B"/>
    <w:rsid w:val="FFBFBD72"/>
    <w:rsid w:val="FFCD0EB6"/>
    <w:rsid w:val="FFCF08FA"/>
    <w:rsid w:val="FFF89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Lines="30" w:afterLines="30" w:line="300" w:lineRule="auto"/>
      <w:ind w:firstLine="200" w:firstLineChars="200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styleId="2">
    <w:name w:val="heading 1"/>
    <w:next w:val="1"/>
    <w:link w:val="37"/>
    <w:qFormat/>
    <w:uiPriority w:val="9"/>
    <w:pPr>
      <w:keepNext/>
      <w:keepLines/>
      <w:numPr>
        <w:ilvl w:val="0"/>
        <w:numId w:val="1"/>
      </w:numPr>
      <w:spacing w:beforeLines="100" w:afterLines="100"/>
      <w:outlineLvl w:val="0"/>
    </w:pPr>
    <w:rPr>
      <w:rFonts w:ascii="Century Schoolbook" w:hAnsi="Century Schoolbook" w:eastAsia="黑体" w:cstheme="minorBidi"/>
      <w:b/>
      <w:bCs/>
      <w:kern w:val="44"/>
      <w:sz w:val="44"/>
      <w:szCs w:val="44"/>
      <w:lang w:val="en-US" w:eastAsia="zh-CN" w:bidi="ar-SA"/>
    </w:rPr>
  </w:style>
  <w:style w:type="paragraph" w:styleId="3">
    <w:name w:val="heading 2"/>
    <w:next w:val="1"/>
    <w:link w:val="38"/>
    <w:unhideWhenUsed/>
    <w:qFormat/>
    <w:uiPriority w:val="9"/>
    <w:pPr>
      <w:keepNext/>
      <w:keepLines/>
      <w:numPr>
        <w:ilvl w:val="1"/>
        <w:numId w:val="1"/>
      </w:numPr>
      <w:spacing w:before="360" w:after="50"/>
      <w:outlineLvl w:val="1"/>
    </w:pPr>
    <w:rPr>
      <w:rFonts w:ascii="Century Schoolbook" w:hAnsi="Century Schoolbook" w:eastAsia="黑体" w:cstheme="majorBidi"/>
      <w:b/>
      <w:bCs/>
      <w:kern w:val="2"/>
      <w:sz w:val="28"/>
      <w:szCs w:val="32"/>
      <w:lang w:val="en-US" w:eastAsia="zh-CN" w:bidi="ar-SA"/>
    </w:rPr>
  </w:style>
  <w:style w:type="paragraph" w:styleId="4">
    <w:name w:val="heading 3"/>
    <w:next w:val="1"/>
    <w:link w:val="39"/>
    <w:unhideWhenUsed/>
    <w:qFormat/>
    <w:uiPriority w:val="9"/>
    <w:pPr>
      <w:keepNext/>
      <w:keepLines/>
      <w:numPr>
        <w:ilvl w:val="2"/>
        <w:numId w:val="1"/>
      </w:numPr>
      <w:spacing w:before="240" w:after="156"/>
      <w:outlineLvl w:val="2"/>
    </w:pPr>
    <w:rPr>
      <w:rFonts w:ascii="Century Schoolbook" w:hAnsi="Century Schoolbook" w:eastAsia="宋体" w:cstheme="minorBidi"/>
      <w:b/>
      <w:bCs/>
      <w:kern w:val="2"/>
      <w:sz w:val="21"/>
      <w:szCs w:val="32"/>
      <w:lang w:val="en-US" w:eastAsia="zh-CN" w:bidi="ar-SA"/>
    </w:rPr>
  </w:style>
  <w:style w:type="paragraph" w:styleId="5">
    <w:name w:val="heading 4"/>
    <w:next w:val="1"/>
    <w:link w:val="40"/>
    <w:unhideWhenUsed/>
    <w:qFormat/>
    <w:uiPriority w:val="9"/>
    <w:pPr>
      <w:keepNext/>
      <w:keepLines/>
      <w:numPr>
        <w:ilvl w:val="3"/>
        <w:numId w:val="1"/>
      </w:numPr>
      <w:spacing w:before="120" w:after="120"/>
      <w:outlineLvl w:val="3"/>
    </w:pPr>
    <w:rPr>
      <w:rFonts w:ascii="Century Schoolbook" w:hAnsi="Century Schoolbook" w:eastAsia="宋体" w:cstheme="majorBidi"/>
      <w:b/>
      <w:bCs/>
      <w:kern w:val="2"/>
      <w:sz w:val="21"/>
      <w:szCs w:val="28"/>
      <w:lang w:val="en-US" w:eastAsia="zh-CN" w:bidi="ar-SA"/>
    </w:rPr>
  </w:style>
  <w:style w:type="paragraph" w:styleId="6">
    <w:name w:val="heading 5"/>
    <w:next w:val="1"/>
    <w:link w:val="41"/>
    <w:unhideWhenUsed/>
    <w:qFormat/>
    <w:uiPriority w:val="9"/>
    <w:pPr>
      <w:keepNext/>
      <w:keepLines/>
      <w:numPr>
        <w:ilvl w:val="4"/>
        <w:numId w:val="1"/>
      </w:numPr>
      <w:spacing w:line="300" w:lineRule="auto"/>
      <w:outlineLvl w:val="4"/>
    </w:pPr>
    <w:rPr>
      <w:rFonts w:ascii="Century Schoolbook" w:hAnsi="Century Schoolbook" w:eastAsia="宋体" w:cstheme="minorBidi"/>
      <w:b/>
      <w:bCs/>
      <w:kern w:val="2"/>
      <w:sz w:val="21"/>
      <w:szCs w:val="28"/>
      <w:lang w:val="en-US" w:eastAsia="zh-CN" w:bidi="ar-SA"/>
    </w:rPr>
  </w:style>
  <w:style w:type="paragraph" w:styleId="7">
    <w:name w:val="heading 6"/>
    <w:next w:val="1"/>
    <w:link w:val="4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kern w:val="2"/>
      <w:sz w:val="24"/>
      <w:szCs w:val="24"/>
      <w:lang w:val="en-US" w:eastAsia="zh-CN" w:bidi="ar-SA"/>
    </w:rPr>
  </w:style>
  <w:style w:type="paragraph" w:styleId="8">
    <w:name w:val="heading 7"/>
    <w:basedOn w:val="1"/>
    <w:next w:val="1"/>
    <w:link w:val="45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6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7"/>
    <w:unhideWhenUsed/>
    <w:qFormat/>
    <w:uiPriority w:val="9"/>
    <w:pPr>
      <w:keepNext/>
      <w:keepLines/>
      <w:spacing w:before="240" w:after="64" w:line="320" w:lineRule="auto"/>
      <w:ind w:firstLine="0" w:firstLineChars="0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3">
    <w:name w:val="Default Paragraph Font"/>
    <w:semiHidden/>
    <w:unhideWhenUsed/>
    <w:qFormat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9"/>
    <w:semiHidden/>
    <w:unhideWhenUsed/>
    <w:qFormat/>
    <w:uiPriority w:val="99"/>
    <w:rPr>
      <w:rFonts w:ascii="宋体"/>
      <w:sz w:val="18"/>
    </w:rPr>
  </w:style>
  <w:style w:type="paragraph" w:styleId="12">
    <w:name w:val="annotation text"/>
    <w:basedOn w:val="1"/>
    <w:semiHidden/>
    <w:unhideWhenUsed/>
    <w:qFormat/>
    <w:uiPriority w:val="99"/>
    <w:pPr>
      <w:jc w:val="left"/>
    </w:pPr>
  </w:style>
  <w:style w:type="paragraph" w:styleId="13">
    <w:name w:val="toc 3"/>
    <w:basedOn w:val="1"/>
    <w:next w:val="1"/>
    <w:unhideWhenUsed/>
    <w:qFormat/>
    <w:uiPriority w:val="39"/>
    <w:pPr>
      <w:ind w:left="840" w:leftChars="400"/>
    </w:pPr>
  </w:style>
  <w:style w:type="paragraph" w:styleId="14">
    <w:name w:val="Balloon Text"/>
    <w:basedOn w:val="1"/>
    <w:link w:val="48"/>
    <w:unhideWhenUsed/>
    <w:qFormat/>
    <w:uiPriority w:val="99"/>
    <w:pPr>
      <w:spacing w:line="240" w:lineRule="auto"/>
    </w:pPr>
    <w:rPr>
      <w:sz w:val="18"/>
    </w:rPr>
  </w:style>
  <w:style w:type="paragraph" w:styleId="15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link w:val="29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7">
    <w:name w:val="toc 1"/>
    <w:basedOn w:val="1"/>
    <w:next w:val="1"/>
    <w:unhideWhenUsed/>
    <w:qFormat/>
    <w:uiPriority w:val="39"/>
  </w:style>
  <w:style w:type="paragraph" w:styleId="18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9">
    <w:name w:val="Normal (Web)"/>
    <w:basedOn w:val="1"/>
    <w:unhideWhenUsed/>
    <w:qFormat/>
    <w:uiPriority w:val="99"/>
    <w:rPr>
      <w:sz w:val="24"/>
    </w:rPr>
  </w:style>
  <w:style w:type="paragraph" w:styleId="20">
    <w:name w:val="Title"/>
    <w:next w:val="1"/>
    <w:link w:val="31"/>
    <w:qFormat/>
    <w:uiPriority w:val="10"/>
    <w:pPr>
      <w:spacing w:before="240" w:after="60"/>
      <w:jc w:val="center"/>
      <w:outlineLvl w:val="0"/>
    </w:pPr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table" w:styleId="22">
    <w:name w:val="Table Grid"/>
    <w:basedOn w:val="2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qFormat/>
    <w:uiPriority w:val="22"/>
  </w:style>
  <w:style w:type="character" w:styleId="25">
    <w:name w:val="page number"/>
    <w:basedOn w:val="23"/>
    <w:qFormat/>
    <w:uiPriority w:val="0"/>
    <w:rPr>
      <w:rFonts w:ascii="宋体" w:hAnsi="宋体" w:eastAsia="宋体"/>
    </w:rPr>
  </w:style>
  <w:style w:type="character" w:styleId="26">
    <w:name w:val="FollowedHyperlink"/>
    <w:basedOn w:val="23"/>
    <w:unhideWhenUsed/>
    <w:qFormat/>
    <w:uiPriority w:val="99"/>
    <w:rPr>
      <w:color w:val="800080"/>
      <w:u w:val="single"/>
    </w:rPr>
  </w:style>
  <w:style w:type="character" w:styleId="27">
    <w:name w:val="Emphasis"/>
    <w:basedOn w:val="24"/>
    <w:qFormat/>
    <w:uiPriority w:val="20"/>
  </w:style>
  <w:style w:type="character" w:styleId="28">
    <w:name w:val="Hyperlink"/>
    <w:basedOn w:val="23"/>
    <w:unhideWhenUsed/>
    <w:qFormat/>
    <w:uiPriority w:val="99"/>
    <w:rPr>
      <w:color w:val="0563C1" w:themeColor="hyperlink"/>
      <w:u w:val="single"/>
    </w:rPr>
  </w:style>
  <w:style w:type="character" w:customStyle="1" w:styleId="29">
    <w:name w:val="页眉 Char"/>
    <w:basedOn w:val="23"/>
    <w:link w:val="16"/>
    <w:qFormat/>
    <w:uiPriority w:val="0"/>
    <w:rPr>
      <w:rFonts w:ascii="Century Schoolbook" w:hAnsi="Century Schoolbook"/>
      <w:sz w:val="18"/>
      <w:szCs w:val="18"/>
    </w:rPr>
  </w:style>
  <w:style w:type="character" w:customStyle="1" w:styleId="30">
    <w:name w:val="页脚 Char"/>
    <w:basedOn w:val="23"/>
    <w:link w:val="15"/>
    <w:qFormat/>
    <w:uiPriority w:val="99"/>
    <w:rPr>
      <w:rFonts w:ascii="Century Schoolbook" w:hAnsi="Century Schoolbook"/>
      <w:sz w:val="18"/>
      <w:szCs w:val="18"/>
    </w:rPr>
  </w:style>
  <w:style w:type="character" w:customStyle="1" w:styleId="31">
    <w:name w:val="标题 Char"/>
    <w:basedOn w:val="23"/>
    <w:link w:val="20"/>
    <w:qFormat/>
    <w:uiPriority w:val="10"/>
    <w:rPr>
      <w:rFonts w:ascii="黑体" w:hAnsi="黑体" w:eastAsia="黑体" w:cstheme="majorBidi"/>
      <w:b/>
      <w:bCs/>
      <w:sz w:val="48"/>
      <w:szCs w:val="44"/>
    </w:rPr>
  </w:style>
  <w:style w:type="paragraph" w:customStyle="1" w:styleId="32">
    <w:name w:val="首页表格"/>
    <w:link w:val="33"/>
    <w:qFormat/>
    <w:uiPriority w:val="0"/>
    <w:rPr>
      <w:rFonts w:ascii="Century Schoolbook" w:hAnsi="Century Schoolbook" w:eastAsia="宋体" w:cstheme="minorBidi"/>
      <w:kern w:val="2"/>
      <w:sz w:val="21"/>
      <w:szCs w:val="21"/>
      <w:lang w:val="en-US" w:eastAsia="zh-CN" w:bidi="ar-SA"/>
    </w:rPr>
  </w:style>
  <w:style w:type="character" w:customStyle="1" w:styleId="33">
    <w:name w:val="首页表格 Char"/>
    <w:basedOn w:val="23"/>
    <w:link w:val="32"/>
    <w:qFormat/>
    <w:uiPriority w:val="0"/>
    <w:rPr>
      <w:rFonts w:ascii="Century Schoolbook" w:hAnsi="Century Schoolbook" w:eastAsia="宋体"/>
      <w:szCs w:val="21"/>
    </w:rPr>
  </w:style>
  <w:style w:type="paragraph" w:customStyle="1" w:styleId="34">
    <w:name w:val="封面标题1"/>
    <w:qFormat/>
    <w:uiPriority w:val="0"/>
    <w:rPr>
      <w:rFonts w:ascii="黑体" w:hAnsi="黑体" w:eastAsia="黑体" w:cstheme="majorBidi"/>
      <w:b/>
      <w:bCs/>
      <w:kern w:val="2"/>
      <w:sz w:val="48"/>
      <w:szCs w:val="44"/>
      <w:lang w:val="en-US" w:eastAsia="zh-CN" w:bidi="ar-SA"/>
    </w:rPr>
  </w:style>
  <w:style w:type="paragraph" w:customStyle="1" w:styleId="35">
    <w:name w:val="目录"/>
    <w:qFormat/>
    <w:uiPriority w:val="0"/>
    <w:pPr>
      <w:jc w:val="center"/>
    </w:pPr>
    <w:rPr>
      <w:rFonts w:ascii="黑体" w:hAnsi="黑体" w:eastAsia="黑体" w:cstheme="minorBidi"/>
      <w:kern w:val="2"/>
      <w:sz w:val="36"/>
      <w:szCs w:val="36"/>
      <w:lang w:val="en-US" w:eastAsia="zh-CN" w:bidi="ar-SA"/>
    </w:rPr>
  </w:style>
  <w:style w:type="paragraph" w:customStyle="1" w:styleId="36">
    <w:name w:val="列出段落1"/>
    <w:basedOn w:val="1"/>
    <w:qFormat/>
    <w:uiPriority w:val="34"/>
  </w:style>
  <w:style w:type="character" w:customStyle="1" w:styleId="37">
    <w:name w:val="标题 1 Char"/>
    <w:basedOn w:val="23"/>
    <w:link w:val="2"/>
    <w:qFormat/>
    <w:uiPriority w:val="9"/>
    <w:rPr>
      <w:rFonts w:ascii="Century Schoolbook" w:hAnsi="Century Schoolbook" w:eastAsia="黑体" w:cstheme="minorBidi"/>
      <w:b/>
      <w:bCs/>
      <w:kern w:val="44"/>
      <w:sz w:val="44"/>
      <w:szCs w:val="44"/>
    </w:rPr>
  </w:style>
  <w:style w:type="character" w:customStyle="1" w:styleId="38">
    <w:name w:val="标题 2 Char"/>
    <w:basedOn w:val="23"/>
    <w:link w:val="3"/>
    <w:qFormat/>
    <w:uiPriority w:val="9"/>
    <w:rPr>
      <w:rFonts w:ascii="Century Schoolbook" w:hAnsi="Century Schoolbook" w:eastAsia="黑体" w:cstheme="majorBidi"/>
      <w:b/>
      <w:bCs/>
      <w:kern w:val="2"/>
      <w:sz w:val="28"/>
      <w:szCs w:val="32"/>
    </w:rPr>
  </w:style>
  <w:style w:type="character" w:customStyle="1" w:styleId="39">
    <w:name w:val="标题 3 Char"/>
    <w:basedOn w:val="23"/>
    <w:link w:val="4"/>
    <w:qFormat/>
    <w:uiPriority w:val="9"/>
    <w:rPr>
      <w:rFonts w:ascii="Century Schoolbook" w:hAnsi="Century Schoolbook" w:cstheme="minorBidi"/>
      <w:b/>
      <w:bCs/>
      <w:kern w:val="2"/>
      <w:sz w:val="21"/>
      <w:szCs w:val="32"/>
    </w:rPr>
  </w:style>
  <w:style w:type="character" w:customStyle="1" w:styleId="40">
    <w:name w:val="标题 4 Char"/>
    <w:basedOn w:val="23"/>
    <w:link w:val="5"/>
    <w:qFormat/>
    <w:uiPriority w:val="9"/>
    <w:rPr>
      <w:rFonts w:ascii="Century Schoolbook" w:hAnsi="Century Schoolbook" w:eastAsia="宋体" w:cstheme="majorBidi"/>
      <w:b/>
      <w:bCs/>
      <w:szCs w:val="28"/>
    </w:rPr>
  </w:style>
  <w:style w:type="character" w:customStyle="1" w:styleId="41">
    <w:name w:val="标题 5 Char"/>
    <w:basedOn w:val="23"/>
    <w:link w:val="6"/>
    <w:qFormat/>
    <w:uiPriority w:val="9"/>
    <w:rPr>
      <w:rFonts w:ascii="Century Schoolbook" w:hAnsi="Century Schoolbook" w:eastAsia="宋体"/>
      <w:b/>
      <w:bCs/>
      <w:szCs w:val="28"/>
    </w:rPr>
  </w:style>
  <w:style w:type="character" w:customStyle="1" w:styleId="42">
    <w:name w:val="标题 6 Char"/>
    <w:basedOn w:val="23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paragraph" w:customStyle="1" w:styleId="43">
    <w:name w:val="文档模板"/>
    <w:qFormat/>
    <w:uiPriority w:val="0"/>
    <w:pPr>
      <w:pBdr>
        <w:top w:val="dashSmallGap" w:color="auto" w:sz="4" w:space="1"/>
        <w:bottom w:val="dashSmallGap" w:color="auto" w:sz="4" w:space="1"/>
      </w:pBdr>
      <w:shd w:val="clear" w:color="auto" w:fill="F1F1F1" w:themeFill="background1" w:themeFillShade="F2"/>
      <w:spacing w:line="360" w:lineRule="exact"/>
      <w:ind w:firstLine="420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paragraph" w:customStyle="1" w:styleId="44">
    <w:name w:val="编号列表"/>
    <w:qFormat/>
    <w:uiPriority w:val="0"/>
    <w:pPr>
      <w:numPr>
        <w:ilvl w:val="0"/>
        <w:numId w:val="2"/>
      </w:numPr>
      <w:spacing w:beforeLines="30" w:afterLines="30" w:line="300" w:lineRule="auto"/>
      <w:jc w:val="both"/>
    </w:pPr>
    <w:rPr>
      <w:rFonts w:ascii="Century Schoolbook" w:hAnsi="Century Schoolbook" w:eastAsia="宋体" w:cstheme="minorBidi"/>
      <w:kern w:val="2"/>
      <w:sz w:val="21"/>
      <w:szCs w:val="18"/>
      <w:lang w:val="en-US" w:eastAsia="zh-CN" w:bidi="ar-SA"/>
    </w:rPr>
  </w:style>
  <w:style w:type="character" w:customStyle="1" w:styleId="45">
    <w:name w:val="标题 7 Char"/>
    <w:basedOn w:val="23"/>
    <w:link w:val="8"/>
    <w:semiHidden/>
    <w:qFormat/>
    <w:uiPriority w:val="9"/>
    <w:rPr>
      <w:rFonts w:ascii="Century Schoolbook" w:hAnsi="Century Schoolbook" w:eastAsia="宋体"/>
      <w:b/>
      <w:bCs/>
      <w:sz w:val="24"/>
      <w:szCs w:val="24"/>
    </w:rPr>
  </w:style>
  <w:style w:type="character" w:customStyle="1" w:styleId="46">
    <w:name w:val="标题 8 Char"/>
    <w:basedOn w:val="23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7">
    <w:name w:val="标题 9 Char"/>
    <w:basedOn w:val="23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48">
    <w:name w:val="批注框文本 Char"/>
    <w:basedOn w:val="23"/>
    <w:link w:val="14"/>
    <w:semiHidden/>
    <w:qFormat/>
    <w:uiPriority w:val="99"/>
    <w:rPr>
      <w:rFonts w:ascii="Century Schoolbook" w:hAnsi="Century Schoolbook" w:eastAsia="宋体"/>
      <w:sz w:val="18"/>
      <w:szCs w:val="18"/>
    </w:rPr>
  </w:style>
  <w:style w:type="character" w:customStyle="1" w:styleId="49">
    <w:name w:val="文档结构图 Char"/>
    <w:basedOn w:val="23"/>
    <w:link w:val="11"/>
    <w:semiHidden/>
    <w:qFormat/>
    <w:uiPriority w:val="99"/>
    <w:rPr>
      <w:rFonts w:ascii="宋体" w:hAnsi="Century Schoolbook" w:cstheme="minorBidi"/>
      <w:kern w:val="2"/>
      <w:sz w:val="18"/>
      <w:szCs w:val="18"/>
    </w:rPr>
  </w:style>
  <w:style w:type="character" w:customStyle="1" w:styleId="50">
    <w:name w:val="列出段落 Char"/>
    <w:link w:val="51"/>
    <w:qFormat/>
    <w:locked/>
    <w:uiPriority w:val="34"/>
    <w:rPr>
      <w:rFonts w:asciiTheme="minorHAnsi" w:hAnsiTheme="minorHAnsi" w:eastAsiaTheme="minorEastAsia" w:cstheme="minorBidi"/>
      <w:kern w:val="2"/>
      <w:sz w:val="21"/>
      <w:szCs w:val="22"/>
    </w:rPr>
  </w:style>
  <w:style w:type="paragraph" w:styleId="51">
    <w:name w:val="List Paragraph"/>
    <w:basedOn w:val="1"/>
    <w:link w:val="50"/>
    <w:qFormat/>
    <w:uiPriority w:val="99"/>
    <w:pPr>
      <w:spacing w:beforeLines="0" w:afterLines="0" w:line="240" w:lineRule="auto"/>
      <w:ind w:firstLine="420"/>
    </w:pPr>
    <w:rPr>
      <w:rFonts w:asciiTheme="minorHAnsi" w:hAnsiTheme="minorHAnsi" w:eastAsiaTheme="minorEastAsia"/>
      <w:szCs w:val="22"/>
    </w:rPr>
  </w:style>
  <w:style w:type="paragraph" w:customStyle="1" w:styleId="52">
    <w:name w:val="p1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ascii="PingFang SC" w:hAnsi="PingFang SC" w:eastAsia="PingFang SC" w:cs="PingFang SC"/>
      <w:color w:val="000000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1946</Words>
  <Characters>1984</Characters>
  <Lines>25</Lines>
  <Paragraphs>7</Paragraphs>
  <TotalTime>1</TotalTime>
  <ScaleCrop>false</ScaleCrop>
  <LinksUpToDate>false</LinksUpToDate>
  <CharactersWithSpaces>2053</CharactersWithSpaces>
  <Application>WPS Office_4.2.2.6880_F1E327BC-269C-435d-A152-05C5408002CA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2018-07-01T18:13:00Z</dcterms:created>
  <dc:creator>刘上力</dc:creator>
  <cp:lastModifiedBy>LiuShangli</cp:lastModifiedBy>
  <cp:lastPrinted>2016-12-17T01:37:00Z</cp:lastPrinted>
  <dcterms:modified xsi:type="dcterms:W3CDTF">2022-07-19T20:42:41Z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2052-4.2.2.6880</vt:lpwstr>
  </property>
  <property fmtid="{D5CDD505-2E9C-101B-9397-08002B2CF9AE}" pid="3" name="ICV">
    <vt:lpwstr>1CB97486175A4A399C962D6716856F2F</vt:lpwstr>
  </property>
</Properties>
</file>